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22FCE" w14:textId="77777777" w:rsidR="00DF3DEB" w:rsidRDefault="00DF3DEB">
      <w:pPr>
        <w:pStyle w:val="CoverPage"/>
        <w:rPr>
          <w:b/>
          <w:sz w:val="52"/>
          <w:szCs w:val="52"/>
        </w:rPr>
      </w:pPr>
    </w:p>
    <w:p w14:paraId="7650EF7D" w14:textId="77777777" w:rsidR="00DF3DEB" w:rsidRDefault="00DF3DEB">
      <w:pPr>
        <w:pStyle w:val="CoverPage"/>
        <w:rPr>
          <w:b/>
          <w:sz w:val="52"/>
          <w:szCs w:val="52"/>
        </w:rPr>
      </w:pPr>
    </w:p>
    <w:p w14:paraId="1A007FC8" w14:textId="77777777" w:rsidR="00DF3DEB" w:rsidRDefault="00DF3DEB">
      <w:pPr>
        <w:pStyle w:val="CoverPage"/>
        <w:rPr>
          <w:b/>
          <w:sz w:val="52"/>
          <w:szCs w:val="52"/>
        </w:rPr>
      </w:pPr>
    </w:p>
    <w:p w14:paraId="2032C864" w14:textId="77777777" w:rsidR="00DF3DEB" w:rsidRDefault="00DF3DEB">
      <w:pPr>
        <w:pStyle w:val="CoverPage"/>
        <w:rPr>
          <w:b/>
          <w:sz w:val="52"/>
          <w:szCs w:val="52"/>
        </w:rPr>
      </w:pPr>
    </w:p>
    <w:p w14:paraId="573E68A9" w14:textId="77777777" w:rsidR="00DF3DEB" w:rsidRDefault="00DF3DEB">
      <w:pPr>
        <w:pStyle w:val="CoverPage"/>
        <w:rPr>
          <w:b/>
          <w:sz w:val="52"/>
          <w:szCs w:val="52"/>
        </w:rPr>
      </w:pPr>
    </w:p>
    <w:p w14:paraId="10420E6A" w14:textId="56199299" w:rsidR="00DF3DEB" w:rsidRDefault="00DF3DEB">
      <w:pPr>
        <w:pStyle w:val="CoverPage"/>
        <w:pBdr>
          <w:top w:val="single" w:sz="2" w:space="1" w:color="auto"/>
          <w:bottom w:val="single" w:sz="2" w:space="1" w:color="auto"/>
        </w:pBdr>
        <w:rPr>
          <w:b/>
          <w:sz w:val="52"/>
          <w:szCs w:val="52"/>
        </w:rPr>
      </w:pPr>
      <w:r>
        <w:rPr>
          <w:b/>
          <w:sz w:val="56"/>
        </w:rPr>
        <w:t>CAHPS</w:t>
      </w:r>
      <w:r>
        <w:rPr>
          <w:b/>
          <w:sz w:val="52"/>
          <w:szCs w:val="52"/>
        </w:rPr>
        <w:t xml:space="preserve"> </w:t>
      </w:r>
      <w:r w:rsidR="00B30464">
        <w:rPr>
          <w:b/>
          <w:sz w:val="52"/>
          <w:szCs w:val="52"/>
        </w:rPr>
        <w:t xml:space="preserve">Health Plan Survey </w:t>
      </w:r>
    </w:p>
    <w:p w14:paraId="512FA504" w14:textId="77777777" w:rsidR="00DF3DEB" w:rsidRDefault="00DF3DEB">
      <w:pPr>
        <w:pStyle w:val="CoverPage"/>
        <w:rPr>
          <w:b/>
          <w:sz w:val="44"/>
          <w:szCs w:val="44"/>
        </w:rPr>
      </w:pPr>
    </w:p>
    <w:p w14:paraId="2BDA603F" w14:textId="2E19EE7F" w:rsidR="00DF3DEB" w:rsidRDefault="00DF3DEB">
      <w:pPr>
        <w:pStyle w:val="CoverPage"/>
        <w:ind w:left="1944" w:hanging="1944"/>
        <w:rPr>
          <w:b/>
          <w:sz w:val="44"/>
          <w:szCs w:val="44"/>
        </w:rPr>
      </w:pPr>
      <w:r>
        <w:rPr>
          <w:b/>
          <w:sz w:val="44"/>
          <w:szCs w:val="44"/>
        </w:rPr>
        <w:t>Version:</w:t>
      </w:r>
      <w:r>
        <w:rPr>
          <w:b/>
          <w:sz w:val="44"/>
          <w:szCs w:val="44"/>
        </w:rPr>
        <w:tab/>
      </w:r>
      <w:r w:rsidR="00B30464">
        <w:rPr>
          <w:b/>
          <w:sz w:val="44"/>
          <w:szCs w:val="44"/>
        </w:rPr>
        <w:t xml:space="preserve">Adult Commercial </w:t>
      </w:r>
      <w:r w:rsidR="006A38D1">
        <w:rPr>
          <w:b/>
          <w:sz w:val="44"/>
          <w:szCs w:val="44"/>
        </w:rPr>
        <w:t>Survey 5.</w:t>
      </w:r>
      <w:r w:rsidR="0027470B">
        <w:rPr>
          <w:b/>
          <w:sz w:val="44"/>
          <w:szCs w:val="44"/>
        </w:rPr>
        <w:t>1</w:t>
      </w:r>
    </w:p>
    <w:p w14:paraId="73AB29E6" w14:textId="77777777" w:rsidR="00F87738" w:rsidRDefault="00F87738">
      <w:pPr>
        <w:pStyle w:val="CoverPage"/>
        <w:ind w:left="1944" w:hanging="1944"/>
        <w:rPr>
          <w:b/>
          <w:sz w:val="44"/>
          <w:szCs w:val="44"/>
        </w:rPr>
      </w:pPr>
    </w:p>
    <w:p w14:paraId="087354AB" w14:textId="77777777" w:rsidR="00DF3DEB" w:rsidRDefault="00DF3DEB">
      <w:pPr>
        <w:pStyle w:val="CoverPage"/>
        <w:rPr>
          <w:b/>
          <w:sz w:val="44"/>
          <w:szCs w:val="44"/>
        </w:rPr>
      </w:pPr>
      <w:r>
        <w:rPr>
          <w:b/>
          <w:sz w:val="44"/>
          <w:szCs w:val="44"/>
        </w:rPr>
        <w:t xml:space="preserve">Language: </w:t>
      </w:r>
      <w:r w:rsidR="00B30464">
        <w:rPr>
          <w:b/>
          <w:sz w:val="44"/>
          <w:szCs w:val="44"/>
        </w:rPr>
        <w:t>English</w:t>
      </w:r>
    </w:p>
    <w:p w14:paraId="4B83DE31" w14:textId="53723809" w:rsidR="00DF3DEB" w:rsidRDefault="00DF3DEB">
      <w:pPr>
        <w:pStyle w:val="CoverPage"/>
        <w:rPr>
          <w:b/>
          <w:sz w:val="44"/>
          <w:szCs w:val="44"/>
        </w:rPr>
      </w:pPr>
    </w:p>
    <w:p w14:paraId="3E0C98DE" w14:textId="77777777" w:rsidR="00AD68B8" w:rsidRDefault="00AD68B8" w:rsidP="00AD68B8">
      <w:pPr>
        <w:pStyle w:val="CoverPage"/>
        <w:rPr>
          <w:b/>
          <w:szCs w:val="24"/>
        </w:rPr>
      </w:pPr>
      <w:r>
        <w:rPr>
          <w:b/>
          <w:szCs w:val="24"/>
        </w:rPr>
        <w:t>Notes</w:t>
      </w:r>
    </w:p>
    <w:p w14:paraId="045163E8" w14:textId="77777777" w:rsidR="00AD68B8" w:rsidRDefault="00AD68B8" w:rsidP="00AD68B8">
      <w:pPr>
        <w:pStyle w:val="CoverPage"/>
        <w:rPr>
          <w:b/>
          <w:szCs w:val="24"/>
        </w:rPr>
      </w:pPr>
    </w:p>
    <w:p w14:paraId="417261B8" w14:textId="77777777" w:rsidR="00AD68B8" w:rsidRDefault="00AD68B8" w:rsidP="00AD68B8">
      <w:pPr>
        <w:pStyle w:val="Instructions-Survey"/>
        <w:numPr>
          <w:ilvl w:val="0"/>
          <w:numId w:val="40"/>
        </w:numPr>
        <w:spacing w:after="120"/>
        <w:rPr>
          <w:rFonts w:cs="Arial"/>
          <w:b/>
          <w:i/>
          <w:szCs w:val="22"/>
        </w:rPr>
      </w:pPr>
      <w:r>
        <w:rPr>
          <w:rFonts w:cs="Arial"/>
          <w:b/>
          <w:szCs w:val="22"/>
        </w:rPr>
        <w:t xml:space="preserve">Release of 5.1 version: </w:t>
      </w:r>
      <w:r>
        <w:rPr>
          <w:rFonts w:cs="Arial"/>
          <w:szCs w:val="22"/>
        </w:rPr>
        <w:t xml:space="preserve">The CAHPS team updated this survey in the fall of 2020. To reflect the fact that patients are receiving health care in person, by phone, and by video, the team made minor changes to the wording of instructions and a few survey items. Learn more at </w:t>
      </w:r>
      <w:hyperlink r:id="rId8" w:history="1">
        <w:r>
          <w:rPr>
            <w:rStyle w:val="Hyperlink"/>
            <w:rFonts w:cs="Arial"/>
            <w:szCs w:val="22"/>
          </w:rPr>
          <w:t>https://www.ahrq.gov/cahps/surveys-guidance/hp/index.html</w:t>
        </w:r>
      </w:hyperlink>
      <w:r>
        <w:rPr>
          <w:rFonts w:cs="Arial"/>
          <w:szCs w:val="22"/>
        </w:rPr>
        <w:t xml:space="preserve">. </w:t>
      </w:r>
    </w:p>
    <w:p w14:paraId="5C1BB0A6" w14:textId="77777777" w:rsidR="00AD68B8" w:rsidRDefault="00AD68B8" w:rsidP="00AD68B8">
      <w:pPr>
        <w:pStyle w:val="Instructions-Survey"/>
        <w:numPr>
          <w:ilvl w:val="0"/>
          <w:numId w:val="40"/>
        </w:numPr>
        <w:rPr>
          <w:rFonts w:cs="Arial"/>
          <w:b/>
          <w:szCs w:val="22"/>
        </w:rPr>
      </w:pPr>
      <w:r>
        <w:rPr>
          <w:rFonts w:cs="Arial"/>
          <w:b/>
          <w:szCs w:val="22"/>
        </w:rPr>
        <w:t xml:space="preserve">Supplemental items: </w:t>
      </w:r>
      <w:r>
        <w:t>The Adult Commercial Survey 5.1</w:t>
      </w:r>
      <w:r>
        <w:rPr>
          <w:b/>
        </w:rPr>
        <w:t xml:space="preserve"> </w:t>
      </w:r>
      <w:r>
        <w:t xml:space="preserve">includes core items only. </w:t>
      </w:r>
      <w:r>
        <w:rPr>
          <w:rFonts w:cs="Arial"/>
          <w:szCs w:val="22"/>
        </w:rPr>
        <w:t xml:space="preserve">Users may customize this instrument by adding questions. </w:t>
      </w:r>
    </w:p>
    <w:p w14:paraId="2D54C438" w14:textId="2820CCFE" w:rsidR="00AD68B8" w:rsidRDefault="00AD68B8" w:rsidP="00AD68B8">
      <w:pPr>
        <w:pStyle w:val="Instructions-Survey"/>
        <w:numPr>
          <w:ilvl w:val="1"/>
          <w:numId w:val="40"/>
        </w:numPr>
        <w:rPr>
          <w:rFonts w:cs="Arial"/>
          <w:b/>
          <w:szCs w:val="22"/>
        </w:rPr>
      </w:pPr>
      <w:r>
        <w:rPr>
          <w:rFonts w:cs="Arial"/>
          <w:szCs w:val="22"/>
        </w:rPr>
        <w:t xml:space="preserve">A searchable list of supplemental items developed by the CAHPS </w:t>
      </w:r>
      <w:r w:rsidR="00DD279D">
        <w:rPr>
          <w:rFonts w:cs="Arial"/>
          <w:szCs w:val="22"/>
        </w:rPr>
        <w:t>team</w:t>
      </w:r>
      <w:r>
        <w:rPr>
          <w:rFonts w:cs="Arial"/>
          <w:szCs w:val="22"/>
        </w:rPr>
        <w:t xml:space="preserve"> is available at </w:t>
      </w:r>
      <w:hyperlink r:id="rId9" w:history="1">
        <w:r>
          <w:rPr>
            <w:rStyle w:val="Hyperlink"/>
            <w:rFonts w:cs="Arial"/>
            <w:szCs w:val="22"/>
          </w:rPr>
          <w:t>https://www.ahrq.gov/cahps/surveys-guidance/item-sets/search.html</w:t>
        </w:r>
      </w:hyperlink>
      <w:r>
        <w:rPr>
          <w:rFonts w:cs="Arial"/>
          <w:szCs w:val="22"/>
        </w:rPr>
        <w:t>.</w:t>
      </w:r>
    </w:p>
    <w:p w14:paraId="27F8721C" w14:textId="77777777" w:rsidR="00AD68B8" w:rsidRDefault="00AD68B8" w:rsidP="00AD68B8">
      <w:pPr>
        <w:pStyle w:val="Instructions-Survey"/>
        <w:numPr>
          <w:ilvl w:val="1"/>
          <w:numId w:val="40"/>
        </w:numPr>
        <w:rPr>
          <w:rFonts w:cs="Arial"/>
          <w:b/>
          <w:szCs w:val="22"/>
        </w:rPr>
      </w:pPr>
      <w:r>
        <w:rPr>
          <w:rFonts w:cs="Arial"/>
          <w:szCs w:val="22"/>
        </w:rPr>
        <w:t xml:space="preserve">Descriptions of major item sets are available at </w:t>
      </w:r>
      <w:hyperlink r:id="rId10" w:history="1">
        <w:r>
          <w:rPr>
            <w:rStyle w:val="Hyperlink"/>
            <w:rFonts w:cs="Arial"/>
            <w:szCs w:val="22"/>
          </w:rPr>
          <w:t>https://www.ahrq.gov/cahps/surveys-guidance/item-sets/index.html</w:t>
        </w:r>
      </w:hyperlink>
      <w:r>
        <w:rPr>
          <w:rFonts w:cs="Arial"/>
          <w:szCs w:val="22"/>
        </w:rPr>
        <w:t xml:space="preserve">. </w:t>
      </w:r>
    </w:p>
    <w:p w14:paraId="013E66E1" w14:textId="77777777" w:rsidR="00AD68B8" w:rsidRDefault="00AD68B8" w:rsidP="00AD68B8">
      <w:pPr>
        <w:pStyle w:val="Instructions-Survey"/>
        <w:numPr>
          <w:ilvl w:val="0"/>
          <w:numId w:val="40"/>
        </w:numPr>
        <w:rPr>
          <w:rFonts w:cs="Arial"/>
          <w:b/>
          <w:szCs w:val="22"/>
        </w:rPr>
      </w:pPr>
      <w:r>
        <w:rPr>
          <w:rFonts w:cs="Arial"/>
          <w:b/>
          <w:bCs/>
          <w:szCs w:val="22"/>
        </w:rPr>
        <w:t>Front cover</w:t>
      </w:r>
      <w:r>
        <w:rPr>
          <w:rFonts w:cs="Arial"/>
          <w:szCs w:val="22"/>
        </w:rPr>
        <w:t>: Users should replace the cover of this document with their own front cover, with a user-friendly title and their own logo.</w:t>
      </w:r>
    </w:p>
    <w:p w14:paraId="5FDC9E10" w14:textId="77777777" w:rsidR="00AD68B8" w:rsidRDefault="00AD68B8">
      <w:pPr>
        <w:pStyle w:val="CoverPage"/>
        <w:rPr>
          <w:b/>
          <w:sz w:val="44"/>
          <w:szCs w:val="44"/>
        </w:rPr>
      </w:pPr>
    </w:p>
    <w:p w14:paraId="687E73C7" w14:textId="2A6E8D0F" w:rsidR="00950ED5" w:rsidRPr="00D53DAC" w:rsidRDefault="00950ED5" w:rsidP="0027470B">
      <w:pPr>
        <w:pStyle w:val="Instructions-Survey"/>
        <w:ind w:left="360"/>
        <w:rPr>
          <w:rFonts w:cs="Arial"/>
          <w:b/>
          <w:szCs w:val="22"/>
        </w:rPr>
      </w:pPr>
    </w:p>
    <w:tbl>
      <w:tblPr>
        <w:tblpPr w:topFromText="288" w:horzAnchor="margin" w:tblpYSpec="bottom"/>
        <w:tblOverlap w:val="never"/>
        <w:tblW w:w="10080" w:type="dxa"/>
        <w:tblLayout w:type="fixed"/>
        <w:tblCellMar>
          <w:left w:w="0" w:type="dxa"/>
          <w:right w:w="0" w:type="dxa"/>
        </w:tblCellMar>
        <w:tblLook w:val="0000" w:firstRow="0" w:lastRow="0" w:firstColumn="0" w:lastColumn="0" w:noHBand="0" w:noVBand="0"/>
      </w:tblPr>
      <w:tblGrid>
        <w:gridCol w:w="1656"/>
        <w:gridCol w:w="8424"/>
      </w:tblGrid>
      <w:tr w:rsidR="00DF3DEB" w14:paraId="56DB8C21" w14:textId="77777777" w:rsidTr="009150BA">
        <w:trPr>
          <w:cantSplit/>
        </w:trPr>
        <w:tc>
          <w:tcPr>
            <w:tcW w:w="1656" w:type="dxa"/>
            <w:vAlign w:val="center"/>
          </w:tcPr>
          <w:p w14:paraId="562C8530" w14:textId="77777777" w:rsidR="00DF3DEB" w:rsidRDefault="00B30464">
            <w:pPr>
              <w:pStyle w:val="CoverPage"/>
            </w:pPr>
            <w:r>
              <w:rPr>
                <w:noProof/>
              </w:rPr>
              <w:drawing>
                <wp:inline distT="0" distB="0" distL="0" distR="0" wp14:anchorId="5821739B" wp14:editId="165CF0CE">
                  <wp:extent cx="920115" cy="364490"/>
                  <wp:effectExtent l="0" t="0" r="0" b="0"/>
                  <wp:docPr id="2" name="Picture 1" descr="Consumer Assessment of Healthcare Providers and Syste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hps_LOGO_FINA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20115" cy="364490"/>
                          </a:xfrm>
                          <a:prstGeom prst="rect">
                            <a:avLst/>
                          </a:prstGeom>
                          <a:noFill/>
                          <a:ln>
                            <a:noFill/>
                          </a:ln>
                        </pic:spPr>
                      </pic:pic>
                    </a:graphicData>
                  </a:graphic>
                </wp:inline>
              </w:drawing>
            </w:r>
          </w:p>
        </w:tc>
        <w:tc>
          <w:tcPr>
            <w:tcW w:w="8424" w:type="dxa"/>
            <w:vAlign w:val="center"/>
          </w:tcPr>
          <w:p w14:paraId="04FE71DC" w14:textId="33DF3BBB" w:rsidR="00DF3DEB" w:rsidRDefault="00DF3DEB">
            <w:pPr>
              <w:pStyle w:val="CoverPage"/>
              <w:rPr>
                <w:sz w:val="28"/>
              </w:rPr>
            </w:pPr>
            <w:r>
              <w:rPr>
                <w:sz w:val="28"/>
              </w:rPr>
              <w:t xml:space="preserve">File name: </w:t>
            </w:r>
            <w:fldSimple w:instr=" FILENAME   \* MERGEFORMAT ">
              <w:r w:rsidR="00991A36" w:rsidRPr="00991A36">
                <w:rPr>
                  <w:noProof/>
                  <w:sz w:val="28"/>
                </w:rPr>
                <w:t>Adult_Comm_Eng_HP5</w:t>
              </w:r>
              <w:r w:rsidR="0027470B">
                <w:rPr>
                  <w:noProof/>
                  <w:sz w:val="28"/>
                </w:rPr>
                <w:t>1</w:t>
              </w:r>
              <w:r w:rsidR="00991A36" w:rsidRPr="00991A36">
                <w:rPr>
                  <w:noProof/>
                  <w:sz w:val="28"/>
                </w:rPr>
                <w:t>_2151a.docx</w:t>
              </w:r>
            </w:fldSimple>
          </w:p>
          <w:p w14:paraId="3062BC38" w14:textId="7F738DAF" w:rsidR="00DF3DEB" w:rsidRDefault="00DF3DEB" w:rsidP="00400060">
            <w:pPr>
              <w:pStyle w:val="CoverPage"/>
            </w:pPr>
            <w:r>
              <w:rPr>
                <w:sz w:val="28"/>
              </w:rPr>
              <w:t xml:space="preserve">Last updated: </w:t>
            </w:r>
            <w:r w:rsidR="00400060">
              <w:rPr>
                <w:sz w:val="28"/>
              </w:rPr>
              <w:t>October 01</w:t>
            </w:r>
            <w:r w:rsidR="00EF466D">
              <w:rPr>
                <w:sz w:val="28"/>
              </w:rPr>
              <w:t xml:space="preserve">, </w:t>
            </w:r>
            <w:r w:rsidR="0027470B">
              <w:rPr>
                <w:sz w:val="28"/>
              </w:rPr>
              <w:t>2020</w:t>
            </w:r>
          </w:p>
        </w:tc>
      </w:tr>
    </w:tbl>
    <w:p w14:paraId="3F9BBB62" w14:textId="77777777" w:rsidR="00DF3DEB" w:rsidRDefault="00DF3DEB">
      <w:pPr>
        <w:pStyle w:val="CoverPage"/>
        <w:sectPr w:rsidR="00DF3DEB" w:rsidSect="00802E78">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1080" w:bottom="1440" w:left="1080" w:header="720" w:footer="576" w:gutter="0"/>
          <w:cols w:space="720"/>
          <w:titlePg/>
          <w:docGrid w:linePitch="254"/>
        </w:sectPr>
      </w:pPr>
    </w:p>
    <w:p w14:paraId="1173BECF" w14:textId="77777777" w:rsidR="00D0428D" w:rsidRDefault="004D4922" w:rsidP="00D0428D">
      <w:pPr>
        <w:pStyle w:val="Q1-Survey-Question"/>
      </w:pPr>
      <w:r>
        <w:rPr>
          <w:b/>
          <w:bCs/>
        </w:rPr>
        <w:lastRenderedPageBreak/>
        <w:t>1.</w:t>
      </w:r>
      <w:r w:rsidR="00D0428D">
        <w:tab/>
        <w:t>Our records show that you are now in {INSERT HEALTH PLAN NAME}. Is that right?</w:t>
      </w:r>
    </w:p>
    <w:p w14:paraId="206BCF76" w14:textId="4FFC1EEB" w:rsidR="00D0428D" w:rsidRDefault="00D0428D" w:rsidP="00D0428D">
      <w:pPr>
        <w:pStyle w:val="A1-Survey1DigitRespOptBox"/>
      </w:pPr>
      <w:r>
        <w:rPr>
          <w:vertAlign w:val="superscript"/>
        </w:rPr>
        <w:t>1</w:t>
      </w:r>
      <w:r w:rsidR="002D0829">
        <w:fldChar w:fldCharType="begin">
          <w:ffData>
            <w:name w:val="Check3"/>
            <w:enabled/>
            <w:calcOnExit w:val="0"/>
            <w:checkBox>
              <w:sizeAuto/>
              <w:default w:val="0"/>
            </w:checkBox>
          </w:ffData>
        </w:fldChar>
      </w:r>
      <w:r w:rsidR="002D0829">
        <w:instrText xml:space="preserve"> FORMCHECKBOX </w:instrText>
      </w:r>
      <w:r w:rsidR="00000000">
        <w:fldChar w:fldCharType="separate"/>
      </w:r>
      <w:r w:rsidR="002D0829">
        <w:fldChar w:fldCharType="end"/>
      </w:r>
      <w:r>
        <w:tab/>
        <w:t xml:space="preserve">Yes </w:t>
      </w:r>
      <w:r>
        <w:rPr>
          <w:b/>
          <w:bCs/>
          <w:szCs w:val="24"/>
        </w:rPr>
        <w:sym w:font="Symbol" w:char="00AE"/>
      </w:r>
      <w:r>
        <w:rPr>
          <w:b/>
          <w:bCs/>
          <w:szCs w:val="24"/>
        </w:rPr>
        <w:t> </w:t>
      </w:r>
      <w:r>
        <w:rPr>
          <w:b/>
          <w:bCs/>
        </w:rPr>
        <w:t xml:space="preserve">If </w:t>
      </w:r>
      <w:proofErr w:type="gramStart"/>
      <w:r>
        <w:rPr>
          <w:b/>
          <w:bCs/>
        </w:rPr>
        <w:t>Yes</w:t>
      </w:r>
      <w:proofErr w:type="gramEnd"/>
      <w:r>
        <w:rPr>
          <w:b/>
          <w:bCs/>
        </w:rPr>
        <w:t>, go to #3</w:t>
      </w:r>
    </w:p>
    <w:p w14:paraId="6302A78C"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No</w:t>
      </w:r>
    </w:p>
    <w:p w14:paraId="77E2A336" w14:textId="77777777" w:rsidR="00D0428D" w:rsidRDefault="00D0428D" w:rsidP="00D0428D">
      <w:pPr>
        <w:pStyle w:val="BQ-BeforeQuestion-6ptAfter"/>
        <w:spacing w:line="240" w:lineRule="exact"/>
      </w:pPr>
    </w:p>
    <w:p w14:paraId="4C9C4A66" w14:textId="77777777" w:rsidR="00D0428D" w:rsidRDefault="00D0428D" w:rsidP="00D0428D">
      <w:pPr>
        <w:pStyle w:val="Q1-Survey-Question"/>
      </w:pPr>
      <w:r>
        <w:rPr>
          <w:b/>
          <w:bCs/>
        </w:rPr>
        <w:t>2.</w:t>
      </w:r>
      <w:r>
        <w:tab/>
        <w:t>What is the name of your health plan?</w:t>
      </w:r>
    </w:p>
    <w:p w14:paraId="22DF0798" w14:textId="77777777" w:rsidR="00D0428D" w:rsidRDefault="00D0428D" w:rsidP="00D0428D">
      <w:pPr>
        <w:pStyle w:val="A3-SurveyResponseLine"/>
        <w:rPr>
          <w:i/>
          <w:iCs/>
        </w:rPr>
      </w:pPr>
      <w:r>
        <w:rPr>
          <w:i/>
          <w:iCs/>
        </w:rPr>
        <w:t>Please print:</w:t>
      </w:r>
      <w:r>
        <w:rPr>
          <w:i/>
          <w:iCs/>
        </w:rPr>
        <w:tab/>
      </w:r>
      <w:r>
        <w:rPr>
          <w:i/>
          <w:iCs/>
        </w:rPr>
        <w:br/>
      </w:r>
      <w:r>
        <w:rPr>
          <w:i/>
          <w:iCs/>
        </w:rPr>
        <w:br/>
      </w:r>
      <w:r>
        <w:rPr>
          <w:i/>
          <w:iCs/>
        </w:rPr>
        <w:tab/>
      </w:r>
    </w:p>
    <w:p w14:paraId="61331235" w14:textId="77777777" w:rsidR="00D0428D" w:rsidRDefault="00D0428D" w:rsidP="00D0428D">
      <w:pPr>
        <w:pStyle w:val="SL-FlLftSgl"/>
        <w:spacing w:line="240" w:lineRule="exact"/>
      </w:pPr>
    </w:p>
    <w:p w14:paraId="7F4E59BC" w14:textId="77777777" w:rsidR="00D0428D" w:rsidRDefault="00D0428D" w:rsidP="00D0428D">
      <w:pPr>
        <w:pStyle w:val="SL-FlLftSgl"/>
        <w:spacing w:line="240" w:lineRule="exact"/>
      </w:pPr>
    </w:p>
    <w:p w14:paraId="7BD5835E" w14:textId="77777777" w:rsidR="00D0428D" w:rsidRDefault="00D0428D" w:rsidP="00D0428D">
      <w:pPr>
        <w:pStyle w:val="ST-Subtitle-Survey"/>
      </w:pPr>
      <w:r>
        <w:t>Your Health Care in the Last 12 Months</w:t>
      </w:r>
    </w:p>
    <w:p w14:paraId="491DB9F0" w14:textId="221E8866" w:rsidR="00D0428D" w:rsidRDefault="00D0428D" w:rsidP="00D0428D">
      <w:pPr>
        <w:pStyle w:val="SL-FlLftSgl"/>
      </w:pPr>
      <w:r>
        <w:t>These questions ask about your own health care</w:t>
      </w:r>
      <w:r w:rsidR="00AA24D8" w:rsidRPr="00AA24D8">
        <w:t xml:space="preserve"> </w:t>
      </w:r>
      <w:r w:rsidR="00AA24D8">
        <w:t>from a clinic, emergency room, or doctor’s office. This includes care you got in person, by phone, or by video</w:t>
      </w:r>
      <w:r>
        <w:t xml:space="preserve">. Do </w:t>
      </w:r>
      <w:r>
        <w:rPr>
          <w:b/>
          <w:bCs/>
        </w:rPr>
        <w:t>not</w:t>
      </w:r>
      <w:r>
        <w:t xml:space="preserve"> include care you got when you stayed overnight in a hospital. Do </w:t>
      </w:r>
      <w:r>
        <w:rPr>
          <w:b/>
          <w:bCs/>
        </w:rPr>
        <w:t>not</w:t>
      </w:r>
      <w:r>
        <w:t xml:space="preserve"> include the times you went for dental care visits.</w:t>
      </w:r>
    </w:p>
    <w:p w14:paraId="147311B8" w14:textId="77777777" w:rsidR="00D0428D" w:rsidRDefault="00D0428D" w:rsidP="00D0428D">
      <w:pPr>
        <w:pStyle w:val="BQ-BeforeQuestion-6ptAfter"/>
        <w:spacing w:line="240" w:lineRule="exact"/>
      </w:pPr>
    </w:p>
    <w:p w14:paraId="1D7B780B" w14:textId="5F70C581" w:rsidR="00D0428D" w:rsidRDefault="00D0428D" w:rsidP="00D0428D">
      <w:pPr>
        <w:pStyle w:val="Q1-Survey-Question"/>
      </w:pPr>
      <w:r>
        <w:rPr>
          <w:b/>
          <w:bCs/>
        </w:rPr>
        <w:t>3.</w:t>
      </w:r>
      <w:r>
        <w:tab/>
        <w:t xml:space="preserve">In the last 12 months, did you have an illness, injury, or condition that </w:t>
      </w:r>
      <w:r>
        <w:rPr>
          <w:b/>
        </w:rPr>
        <w:t>needed care right away</w:t>
      </w:r>
      <w:r>
        <w:t>?</w:t>
      </w:r>
    </w:p>
    <w:p w14:paraId="24B8FA51" w14:textId="77777777" w:rsidR="00D0428D" w:rsidRDefault="00D0428D" w:rsidP="00D0428D">
      <w:pPr>
        <w:pStyle w:val="A1-Survey1DigitRespOptBox"/>
      </w:pPr>
      <w:r>
        <w:rPr>
          <w:rFonts w:ascii="Arial" w:hAnsi="Arial"/>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6767B15E" w14:textId="77777777" w:rsidR="00D0428D" w:rsidRDefault="00D0428D" w:rsidP="00D0428D">
      <w:pPr>
        <w:pStyle w:val="A1-Survey1DigitRespOptBox"/>
        <w:rPr>
          <w:b/>
          <w:bCs/>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bCs/>
        </w:rPr>
        <w:t>If No, go to #5</w:t>
      </w:r>
    </w:p>
    <w:p w14:paraId="100C48FB" w14:textId="77777777" w:rsidR="00D0428D" w:rsidRDefault="00D0428D" w:rsidP="00D0428D">
      <w:pPr>
        <w:pStyle w:val="BQ-BeforeQuestion-6ptAfter"/>
        <w:spacing w:line="240" w:lineRule="exact"/>
      </w:pPr>
    </w:p>
    <w:p w14:paraId="425872E4" w14:textId="77777777" w:rsidR="00D0428D" w:rsidRDefault="00D0428D" w:rsidP="00D0428D">
      <w:pPr>
        <w:pStyle w:val="Q1-Survey-Question"/>
      </w:pPr>
      <w:r>
        <w:rPr>
          <w:b/>
          <w:bCs/>
        </w:rPr>
        <w:t>4.</w:t>
      </w:r>
      <w:r>
        <w:tab/>
        <w:t xml:space="preserve">In the last 12 months, when you </w:t>
      </w:r>
      <w:r>
        <w:rPr>
          <w:b/>
          <w:bCs/>
        </w:rPr>
        <w:t>needed care right away</w:t>
      </w:r>
      <w:r>
        <w:t>, how often did you get care as soon as you needed?</w:t>
      </w:r>
    </w:p>
    <w:p w14:paraId="563C6706"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664934F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21827F4A"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265A0842"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66FBA5AA" w14:textId="77777777" w:rsidR="00D0428D" w:rsidRDefault="00D0428D" w:rsidP="00D0428D">
      <w:pPr>
        <w:pStyle w:val="BQ-BeforeQuestion-6ptAfter"/>
        <w:spacing w:line="240" w:lineRule="exact"/>
      </w:pPr>
    </w:p>
    <w:p w14:paraId="5F0F54DB" w14:textId="0455C2C7" w:rsidR="00D0428D" w:rsidRDefault="00E55AB4" w:rsidP="00D0428D">
      <w:pPr>
        <w:pStyle w:val="Q1-Survey-Question"/>
      </w:pPr>
      <w:r>
        <w:rPr>
          <w:b/>
          <w:bCs/>
        </w:rPr>
        <w:br w:type="column"/>
      </w:r>
      <w:r w:rsidR="00D0428D">
        <w:rPr>
          <w:b/>
          <w:bCs/>
        </w:rPr>
        <w:t>5.</w:t>
      </w:r>
      <w:r w:rsidR="00D0428D">
        <w:tab/>
        <w:t xml:space="preserve">In the last 12 months, did you make any </w:t>
      </w:r>
      <w:r w:rsidR="00F0309F">
        <w:t>in-</w:t>
      </w:r>
      <w:r w:rsidR="00AA24D8">
        <w:t xml:space="preserve">person, phone, or video </w:t>
      </w:r>
      <w:r w:rsidR="00D0428D">
        <w:t xml:space="preserve">appointments for a </w:t>
      </w:r>
      <w:r w:rsidR="00D0428D" w:rsidRPr="00947F7D">
        <w:rPr>
          <w:b/>
        </w:rPr>
        <w:t>check-up or routine care</w:t>
      </w:r>
      <w:r w:rsidR="00D0428D">
        <w:t>?</w:t>
      </w:r>
    </w:p>
    <w:p w14:paraId="6A373730"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634D2046" w14:textId="77777777" w:rsidR="00D0428D" w:rsidRPr="004D4922"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bCs/>
        </w:rPr>
        <w:t>If No, go to</w:t>
      </w:r>
      <w:r w:rsidRPr="004D4922">
        <w:rPr>
          <w:b/>
        </w:rPr>
        <w:t xml:space="preserve"> #7</w:t>
      </w:r>
    </w:p>
    <w:p w14:paraId="20DC1697" w14:textId="77777777" w:rsidR="00E55AB4" w:rsidRDefault="00E55AB4" w:rsidP="00E55AB4">
      <w:pPr>
        <w:pStyle w:val="BQ-BeforeQuestion-6ptAfter"/>
      </w:pPr>
    </w:p>
    <w:p w14:paraId="365B6DAE" w14:textId="691E08C2" w:rsidR="00D0428D" w:rsidRDefault="00D0428D" w:rsidP="00D0428D">
      <w:pPr>
        <w:pStyle w:val="Q1-Survey-Question"/>
      </w:pPr>
      <w:r>
        <w:rPr>
          <w:b/>
          <w:bCs/>
        </w:rPr>
        <w:t>6.</w:t>
      </w:r>
      <w:r>
        <w:tab/>
        <w:t xml:space="preserve">In the last 12 months, how often did you get an appointment for a </w:t>
      </w:r>
      <w:r w:rsidRPr="00947F7D">
        <w:rPr>
          <w:b/>
        </w:rPr>
        <w:t>check-up or routine care</w:t>
      </w:r>
      <w:r>
        <w:t xml:space="preserve"> as soon as you needed?</w:t>
      </w:r>
    </w:p>
    <w:p w14:paraId="6C8B8958"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4020ECB4" w14:textId="77777777" w:rsidR="00D0428D" w:rsidRDefault="00D0428D" w:rsidP="00D0428D">
      <w:pPr>
        <w:pStyle w:val="A1-Survey1DigitRespOptBox"/>
        <w:keepNext/>
        <w:keepLines/>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4A25996B" w14:textId="77777777" w:rsidR="00D0428D" w:rsidRDefault="00D0428D" w:rsidP="00D0428D">
      <w:pPr>
        <w:pStyle w:val="A1-Survey1DigitRespOptBox"/>
        <w:keepNext/>
        <w:keepLines/>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1F7B8A8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rPr>
          <w:b/>
        </w:rPr>
        <w:tab/>
      </w:r>
      <w:r>
        <w:t>Always</w:t>
      </w:r>
    </w:p>
    <w:p w14:paraId="617DD254" w14:textId="77777777" w:rsidR="00D0428D" w:rsidRDefault="00D0428D" w:rsidP="00D0428D">
      <w:pPr>
        <w:pStyle w:val="BQ-BeforeQuestion-6ptAfter"/>
      </w:pPr>
    </w:p>
    <w:p w14:paraId="32FABB54" w14:textId="6233726D" w:rsidR="00D0428D" w:rsidRDefault="00D0428D" w:rsidP="00D0428D">
      <w:pPr>
        <w:pStyle w:val="Q1-Survey-Question"/>
      </w:pPr>
      <w:r>
        <w:rPr>
          <w:b/>
          <w:bCs/>
        </w:rPr>
        <w:t>7.</w:t>
      </w:r>
      <w:r>
        <w:tab/>
        <w:t xml:space="preserve">In the last 12 months, </w:t>
      </w:r>
      <w:r>
        <w:rPr>
          <w:b/>
          <w:bCs/>
        </w:rPr>
        <w:t>not</w:t>
      </w:r>
      <w:r>
        <w:t xml:space="preserve"> counting the times you went to an emergency room, how many times did you </w:t>
      </w:r>
      <w:r w:rsidR="00425A9A">
        <w:t>get health care for yourself in person, by phone, or by video</w:t>
      </w:r>
      <w:r>
        <w:t>?</w:t>
      </w:r>
    </w:p>
    <w:p w14:paraId="57F1650C"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 xml:space="preserve">None </w:t>
      </w:r>
      <w:r w:rsidR="00D0428D">
        <w:rPr>
          <w:rFonts w:cs="Arial"/>
          <w:b/>
          <w:szCs w:val="24"/>
        </w:rPr>
        <w:sym w:font="Symbol" w:char="F0AE"/>
      </w:r>
      <w:r w:rsidR="00D0428D">
        <w:rPr>
          <w:b/>
          <w:szCs w:val="24"/>
        </w:rPr>
        <w:t> </w:t>
      </w:r>
      <w:r w:rsidR="00D0428D">
        <w:rPr>
          <w:b/>
        </w:rPr>
        <w:t>If None, go to #10</w:t>
      </w:r>
    </w:p>
    <w:p w14:paraId="62BE6DE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 time</w:t>
      </w:r>
    </w:p>
    <w:p w14:paraId="3E8B0A0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770BFFC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2260B50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730DED3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 to 9</w:t>
      </w:r>
    </w:p>
    <w:p w14:paraId="785233BD"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 or more times</w:t>
      </w:r>
    </w:p>
    <w:p w14:paraId="0497D512" w14:textId="77777777" w:rsidR="00D0428D" w:rsidRDefault="00D0428D" w:rsidP="00D0428D">
      <w:pPr>
        <w:pStyle w:val="BQ-BeforeQuestion-6ptAfter"/>
      </w:pPr>
    </w:p>
    <w:p w14:paraId="4FD5CD4F" w14:textId="77777777" w:rsidR="00D0428D" w:rsidRDefault="00D0428D" w:rsidP="00D0428D">
      <w:pPr>
        <w:pStyle w:val="Q1-Survey-Question"/>
      </w:pPr>
      <w:r>
        <w:rPr>
          <w:b/>
          <w:bCs/>
        </w:rPr>
        <w:lastRenderedPageBreak/>
        <w:t>8.</w:t>
      </w:r>
      <w:r>
        <w:tab/>
        <w:t>Using any number from 0 to 10, where 0 is the worst health care possible and 10 is the best health care possible, what number would you use to rate all your health care in the last 12 months?</w:t>
      </w:r>
    </w:p>
    <w:bookmarkStart w:id="0" w:name="OLE_LINK1"/>
    <w:p w14:paraId="58322B43" w14:textId="06B0205C" w:rsidR="00D0428D" w:rsidRDefault="00123F26" w:rsidP="00D0428D">
      <w:pPr>
        <w:pStyle w:val="A0-Survey0DigitRespOptBox"/>
        <w:keepNext/>
        <w:keepLines/>
      </w:pPr>
      <w:r>
        <w:fldChar w:fldCharType="begin">
          <w:ffData>
            <w:name w:val="Check3"/>
            <w:enabled/>
            <w:calcOnExit w:val="0"/>
            <w:checkBox>
              <w:sizeAuto/>
              <w:default w:val="0"/>
            </w:checkBox>
          </w:ffData>
        </w:fldChar>
      </w:r>
      <w:r>
        <w:instrText xml:space="preserve"> FORMCHECKBOX </w:instrText>
      </w:r>
      <w:r w:rsidR="00000000">
        <w:fldChar w:fldCharType="separate"/>
      </w:r>
      <w:r>
        <w:fldChar w:fldCharType="end"/>
      </w:r>
      <w:r w:rsidR="00D0428D">
        <w:tab/>
        <w:t>0</w:t>
      </w:r>
      <w:r w:rsidR="00D0428D">
        <w:t> </w:t>
      </w:r>
      <w:r w:rsidR="00D0428D">
        <w:t>Worst health care possible</w:t>
      </w:r>
    </w:p>
    <w:p w14:paraId="17B281D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w:t>
      </w:r>
    </w:p>
    <w:p w14:paraId="362B8FB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40350FF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4EB217D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2149C49D"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w:t>
      </w:r>
    </w:p>
    <w:p w14:paraId="26087A47"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6</w:t>
      </w:r>
    </w:p>
    <w:p w14:paraId="2E47B4F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7</w:t>
      </w:r>
    </w:p>
    <w:p w14:paraId="0FF5F991"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8</w:t>
      </w:r>
    </w:p>
    <w:p w14:paraId="6A73EBF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9</w:t>
      </w:r>
    </w:p>
    <w:p w14:paraId="7C315193"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w:t>
      </w:r>
      <w:r w:rsidR="00D0428D">
        <w:t> </w:t>
      </w:r>
      <w:r w:rsidR="00D0428D">
        <w:t>Best health care possible</w:t>
      </w:r>
    </w:p>
    <w:p w14:paraId="0B138099" w14:textId="77777777" w:rsidR="00D0428D" w:rsidRDefault="00D0428D" w:rsidP="00E55AB4">
      <w:pPr>
        <w:pStyle w:val="BQ-BeforeQuestion-6ptAfter"/>
      </w:pPr>
    </w:p>
    <w:p w14:paraId="06391B5E" w14:textId="77777777" w:rsidR="00D0428D" w:rsidRDefault="00D0428D" w:rsidP="00D0428D">
      <w:pPr>
        <w:pStyle w:val="Q1-Survey-Question"/>
      </w:pPr>
      <w:r>
        <w:rPr>
          <w:b/>
        </w:rPr>
        <w:t>9.</w:t>
      </w:r>
      <w:r>
        <w:tab/>
        <w:t>In the last 12 months, how often was it easy to get the care, tests, or treatment you needed?</w:t>
      </w:r>
    </w:p>
    <w:p w14:paraId="57DB97F3" w14:textId="77777777" w:rsidR="00D0428D" w:rsidRDefault="00D0428D" w:rsidP="00D0428D">
      <w:pPr>
        <w:pStyle w:val="A1-Survey1DigitRespOptBox"/>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1E6124F7" w14:textId="77777777" w:rsidR="00D0428D" w:rsidRDefault="00D0428D" w:rsidP="00D0428D">
      <w:pPr>
        <w:pStyle w:val="A1-Survey1DigitRespOptBox"/>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0FD3C97C" w14:textId="77777777" w:rsidR="00D0428D" w:rsidRDefault="00D0428D" w:rsidP="00D0428D">
      <w:pPr>
        <w:pStyle w:val="A1-Survey1DigitRespOptBox"/>
      </w:pPr>
      <w:r>
        <w:rPr>
          <w:szCs w:val="24"/>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4AE564E6"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5D5CB700" w14:textId="77777777" w:rsidR="00D0428D" w:rsidRDefault="00D0428D" w:rsidP="00E55AB4">
      <w:pPr>
        <w:pStyle w:val="SL-FlLftSgl"/>
      </w:pPr>
    </w:p>
    <w:p w14:paraId="48E566F9" w14:textId="77777777" w:rsidR="00E55AB4" w:rsidRDefault="00E55AB4" w:rsidP="00E55AB4">
      <w:pPr>
        <w:pStyle w:val="SL-FlLftSgl"/>
      </w:pPr>
    </w:p>
    <w:bookmarkEnd w:id="0"/>
    <w:p w14:paraId="23AC2E7C" w14:textId="77777777" w:rsidR="00D0428D" w:rsidRDefault="00E55AB4" w:rsidP="00D0428D">
      <w:pPr>
        <w:pStyle w:val="ST-Subtitle-Survey"/>
      </w:pPr>
      <w:r>
        <w:br w:type="column"/>
      </w:r>
      <w:r w:rsidR="00D0428D">
        <w:t>Your Personal Doctor</w:t>
      </w:r>
    </w:p>
    <w:p w14:paraId="1F7FFE3A" w14:textId="6AB9BAC7" w:rsidR="00D0428D" w:rsidRDefault="00D0428D" w:rsidP="00D0428D">
      <w:pPr>
        <w:pStyle w:val="Q1-Survey-Question"/>
      </w:pPr>
      <w:r>
        <w:rPr>
          <w:b/>
          <w:bCs/>
        </w:rPr>
        <w:t>10.</w:t>
      </w:r>
      <w:r>
        <w:tab/>
        <w:t xml:space="preserve">A personal doctor is the one you would </w:t>
      </w:r>
      <w:r w:rsidR="00425A9A">
        <w:t xml:space="preserve">talk to </w:t>
      </w:r>
      <w:r>
        <w:t>if you need a check-up, want advice about a health problem, or get sick or hurt. Do you have a personal doctor?</w:t>
      </w:r>
    </w:p>
    <w:p w14:paraId="0C48ACDF" w14:textId="77777777" w:rsidR="00D0428D" w:rsidRDefault="00D0428D" w:rsidP="00D0428D">
      <w:pPr>
        <w:pStyle w:val="A1-Survey1DigitRespOptBox"/>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5B1CAA85" w14:textId="77777777" w:rsidR="00D0428D" w:rsidRDefault="00D0428D" w:rsidP="00D0428D">
      <w:pPr>
        <w:pStyle w:val="A1-Survey1DigitRespOptBox"/>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rPr>
        <w:t>If No, go to #17</w:t>
      </w:r>
    </w:p>
    <w:p w14:paraId="75C6A367" w14:textId="77777777" w:rsidR="00D0428D" w:rsidRDefault="00D0428D" w:rsidP="00D0428D">
      <w:pPr>
        <w:pStyle w:val="BQ-BeforeQuestion-6ptAfter"/>
      </w:pPr>
    </w:p>
    <w:p w14:paraId="6077A69E" w14:textId="5EA4252B" w:rsidR="00D0428D" w:rsidRDefault="00D0428D" w:rsidP="00D0428D">
      <w:pPr>
        <w:pStyle w:val="Q1-Survey-Question"/>
      </w:pPr>
      <w:r>
        <w:rPr>
          <w:b/>
          <w:bCs/>
        </w:rPr>
        <w:t>11.</w:t>
      </w:r>
      <w:r>
        <w:tab/>
        <w:t xml:space="preserve">In the last 12 months, how many times did you </w:t>
      </w:r>
      <w:r w:rsidR="00F0309F">
        <w:t>have an in-</w:t>
      </w:r>
      <w:r w:rsidR="00425A9A">
        <w:t xml:space="preserve">person, phone, or video </w:t>
      </w:r>
      <w:r>
        <w:t xml:space="preserve">visit </w:t>
      </w:r>
      <w:r w:rsidR="00425A9A">
        <w:t xml:space="preserve">with </w:t>
      </w:r>
      <w:r>
        <w:t xml:space="preserve">your personal doctor </w:t>
      </w:r>
      <w:r w:rsidR="00425A9A">
        <w:t>about</w:t>
      </w:r>
      <w:r>
        <w:t xml:space="preserve"> your</w:t>
      </w:r>
      <w:r w:rsidR="00425A9A">
        <w:t xml:space="preserve"> health</w:t>
      </w:r>
      <w:r>
        <w:t>?</w:t>
      </w:r>
    </w:p>
    <w:p w14:paraId="693FF382"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 xml:space="preserve">None </w:t>
      </w:r>
      <w:r w:rsidR="00D0428D">
        <w:rPr>
          <w:b/>
          <w:szCs w:val="24"/>
        </w:rPr>
        <w:sym w:font="Symbol" w:char="00AE"/>
      </w:r>
      <w:r w:rsidR="00D0428D">
        <w:rPr>
          <w:b/>
          <w:szCs w:val="24"/>
        </w:rPr>
        <w:t> </w:t>
      </w:r>
      <w:r w:rsidR="00D0428D">
        <w:rPr>
          <w:b/>
        </w:rPr>
        <w:t>If None, go to #16</w:t>
      </w:r>
    </w:p>
    <w:p w14:paraId="556DA29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 time</w:t>
      </w:r>
    </w:p>
    <w:p w14:paraId="6A031E98"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14B99FB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3030D193"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5BE4C0A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 to 9</w:t>
      </w:r>
    </w:p>
    <w:p w14:paraId="71C0A99A"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 or more times</w:t>
      </w:r>
    </w:p>
    <w:p w14:paraId="07376359" w14:textId="77777777" w:rsidR="00D0428D" w:rsidRDefault="00D0428D" w:rsidP="00D0428D">
      <w:pPr>
        <w:pStyle w:val="BQ-BeforeQuestion-6ptAfter"/>
      </w:pPr>
    </w:p>
    <w:p w14:paraId="72EAFE1C" w14:textId="77777777" w:rsidR="00D0428D" w:rsidRDefault="00D0428D" w:rsidP="00D0428D">
      <w:pPr>
        <w:pStyle w:val="Q1-Survey-Question"/>
      </w:pPr>
      <w:r>
        <w:rPr>
          <w:b/>
          <w:bCs/>
        </w:rPr>
        <w:t>12.</w:t>
      </w:r>
      <w:r>
        <w:tab/>
        <w:t>In the last 12 months, how often did your personal doctor explain things in a way that was easy to understand?</w:t>
      </w:r>
    </w:p>
    <w:p w14:paraId="3C235B87" w14:textId="09985B4F" w:rsidR="00D0428D" w:rsidRDefault="00D0428D" w:rsidP="00D0428D">
      <w:pPr>
        <w:pStyle w:val="A1-Survey1DigitRespOptBox"/>
        <w:keepNext/>
        <w:keepLines/>
      </w:pPr>
      <w:r>
        <w:rPr>
          <w:szCs w:val="24"/>
          <w:vertAlign w:val="superscript"/>
        </w:rPr>
        <w:t>1</w:t>
      </w:r>
      <w:r w:rsidR="00123F26">
        <w:fldChar w:fldCharType="begin">
          <w:ffData>
            <w:name w:val="Check3"/>
            <w:enabled/>
            <w:calcOnExit w:val="0"/>
            <w:checkBox>
              <w:sizeAuto/>
              <w:default w:val="0"/>
            </w:checkBox>
          </w:ffData>
        </w:fldChar>
      </w:r>
      <w:r w:rsidR="00123F26">
        <w:instrText xml:space="preserve"> FORMCHECKBOX </w:instrText>
      </w:r>
      <w:r w:rsidR="00000000">
        <w:fldChar w:fldCharType="separate"/>
      </w:r>
      <w:r w:rsidR="00123F26">
        <w:fldChar w:fldCharType="end"/>
      </w:r>
      <w:r>
        <w:tab/>
        <w:t>Never</w:t>
      </w:r>
    </w:p>
    <w:p w14:paraId="337B1E7D"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154D7016"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56D1CB31"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496CF06A" w14:textId="77777777" w:rsidR="00D0428D" w:rsidRDefault="00D0428D" w:rsidP="00D0428D">
      <w:pPr>
        <w:pStyle w:val="BQ-BeforeQuestion-6ptAfter"/>
      </w:pPr>
    </w:p>
    <w:p w14:paraId="734FF5A3" w14:textId="5288F6DE" w:rsidR="00D0428D" w:rsidRDefault="00D0428D" w:rsidP="00D0428D">
      <w:pPr>
        <w:pStyle w:val="Q1-Survey-Question"/>
      </w:pPr>
      <w:r>
        <w:rPr>
          <w:b/>
          <w:bCs/>
        </w:rPr>
        <w:t>13.</w:t>
      </w:r>
      <w:r>
        <w:tab/>
        <w:t>In the last 12 months, how often did your personal doctor listen carefully to you?</w:t>
      </w:r>
    </w:p>
    <w:p w14:paraId="5D8F53F7" w14:textId="77777777" w:rsidR="00D0428D" w:rsidRDefault="00D0428D" w:rsidP="00D0428D">
      <w:pPr>
        <w:pStyle w:val="A1-Survey1DigitRespOptBox"/>
        <w:keepNext/>
        <w:keepLines/>
      </w:pPr>
      <w:r>
        <w:rPr>
          <w:szCs w:val="24"/>
          <w:vertAlign w:val="superscript"/>
        </w:rPr>
        <w:t>1</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5E951E58"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19B9FA3A"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0EC137E6"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258A2835" w14:textId="77777777" w:rsidR="00D0428D" w:rsidRDefault="00D0428D" w:rsidP="00D0428D">
      <w:pPr>
        <w:pStyle w:val="BQ-BeforeQuestion-6ptAfter"/>
      </w:pPr>
    </w:p>
    <w:p w14:paraId="40352ED4" w14:textId="77777777" w:rsidR="00D0428D" w:rsidRDefault="00D0428D" w:rsidP="00D0428D">
      <w:pPr>
        <w:pStyle w:val="Q1-Survey-Question"/>
      </w:pPr>
      <w:r>
        <w:rPr>
          <w:b/>
          <w:bCs/>
        </w:rPr>
        <w:lastRenderedPageBreak/>
        <w:t>14.</w:t>
      </w:r>
      <w:r>
        <w:tab/>
        <w:t>In the last 12 months, how often did your personal doctor show respect for what you had to say?</w:t>
      </w:r>
    </w:p>
    <w:p w14:paraId="53524FFC" w14:textId="77777777" w:rsidR="00D0428D" w:rsidRDefault="00D0428D" w:rsidP="00D0428D">
      <w:pPr>
        <w:pStyle w:val="A1-Survey1DigitRespOptBox"/>
        <w:keepNext/>
        <w:keepLines/>
      </w:pPr>
      <w:r>
        <w:rPr>
          <w:szCs w:val="24"/>
          <w:vertAlign w:val="superscript"/>
        </w:rPr>
        <w:t>1</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17D34FA4" w14:textId="77777777" w:rsidR="00D0428D" w:rsidRDefault="00D0428D" w:rsidP="00D0428D">
      <w:pPr>
        <w:pStyle w:val="A1-Survey1DigitRespOptBox"/>
        <w:keepNext/>
        <w:keepLines/>
      </w:pPr>
      <w:r>
        <w:rPr>
          <w:szCs w:val="24"/>
          <w:vertAlign w:val="superscript"/>
        </w:rPr>
        <w:t>2</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20A2F8EF" w14:textId="77777777" w:rsidR="00D0428D" w:rsidRDefault="00D0428D" w:rsidP="00D0428D">
      <w:pPr>
        <w:pStyle w:val="A1-Survey1DigitRespOptBox"/>
        <w:keepNext/>
        <w:keepLines/>
      </w:pPr>
      <w:r>
        <w:rPr>
          <w:szCs w:val="24"/>
          <w:vertAlign w:val="superscript"/>
        </w:rPr>
        <w:t>3</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27349EB3" w14:textId="77777777" w:rsidR="00D0428D" w:rsidRDefault="00D0428D" w:rsidP="00D0428D">
      <w:pPr>
        <w:pStyle w:val="A1-Survey1DigitRespOptBox"/>
      </w:pPr>
      <w:r>
        <w:rPr>
          <w:szCs w:val="24"/>
          <w:vertAlign w:val="superscript"/>
        </w:rPr>
        <w:t>4</w:t>
      </w:r>
      <w:r w:rsidR="00996EA9">
        <w:fldChar w:fldCharType="begin">
          <w:ffData>
            <w:name w:val="Check2"/>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28B90382" w14:textId="77777777" w:rsidR="00D0428D" w:rsidRDefault="00D0428D" w:rsidP="00D0428D">
      <w:pPr>
        <w:pStyle w:val="BQ-BeforeQuestion-6ptAfter"/>
      </w:pPr>
    </w:p>
    <w:p w14:paraId="5CC85AD5" w14:textId="77777777" w:rsidR="00D0428D" w:rsidRDefault="00D0428D" w:rsidP="00D0428D">
      <w:pPr>
        <w:pStyle w:val="Q1-Survey-Question"/>
      </w:pPr>
      <w:r>
        <w:rPr>
          <w:b/>
          <w:bCs/>
        </w:rPr>
        <w:t>15.</w:t>
      </w:r>
      <w:r>
        <w:tab/>
        <w:t>In the last 12 months, how often did your personal doctor spend enough time with you?</w:t>
      </w:r>
    </w:p>
    <w:p w14:paraId="0D517799" w14:textId="77777777" w:rsidR="00D0428D" w:rsidRDefault="00D0428D" w:rsidP="00D0428D">
      <w:pPr>
        <w:pStyle w:val="A1-Survey1DigitRespOptBox"/>
        <w:keepNext/>
        <w:keepLines/>
      </w:pPr>
      <w:r>
        <w:rPr>
          <w:szCs w:val="24"/>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0965D05F" w14:textId="77777777" w:rsidR="00D0428D" w:rsidRDefault="00D0428D" w:rsidP="00D0428D">
      <w:pPr>
        <w:pStyle w:val="A1-Survey1DigitRespOptBox"/>
        <w:keepNext/>
        <w:keepLines/>
      </w:pPr>
      <w:r>
        <w:rPr>
          <w:szCs w:val="24"/>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21F7914C" w14:textId="77777777" w:rsidR="00D0428D" w:rsidRDefault="00D0428D" w:rsidP="00D0428D">
      <w:pPr>
        <w:pStyle w:val="A1-Survey1DigitRespOptBox"/>
        <w:keepNext/>
        <w:keepLines/>
      </w:pPr>
      <w:r>
        <w:rPr>
          <w:szCs w:val="24"/>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318DE0B5"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2AF26043" w14:textId="77777777" w:rsidR="00D0428D" w:rsidRDefault="00D0428D" w:rsidP="00D0428D">
      <w:pPr>
        <w:pStyle w:val="BQ-BeforeQuestion-6ptAfter"/>
      </w:pPr>
    </w:p>
    <w:p w14:paraId="2F63C262" w14:textId="77777777" w:rsidR="00D0428D" w:rsidRDefault="00D0428D" w:rsidP="00D0428D">
      <w:pPr>
        <w:pStyle w:val="Q1-Survey-Question"/>
      </w:pPr>
      <w:r>
        <w:rPr>
          <w:b/>
          <w:bCs/>
        </w:rPr>
        <w:t>16.</w:t>
      </w:r>
      <w:r w:rsidRPr="008E0713">
        <w:tab/>
        <w:t>Using any number from 0 to 10, where 0 is the worst personal doctor possible and 10 is the best personal doctor possible, what number would you use to rate your personal doctor?</w:t>
      </w:r>
    </w:p>
    <w:p w14:paraId="2124ED7D"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0</w:t>
      </w:r>
      <w:r w:rsidR="00D0428D">
        <w:t> </w:t>
      </w:r>
      <w:r w:rsidR="00D0428D">
        <w:t>Worst personal doctor possible</w:t>
      </w:r>
    </w:p>
    <w:p w14:paraId="20B79D9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w:t>
      </w:r>
    </w:p>
    <w:p w14:paraId="3F267BA2"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4261C96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3C7815D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65EA8D07"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w:t>
      </w:r>
    </w:p>
    <w:p w14:paraId="72314106"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6</w:t>
      </w:r>
    </w:p>
    <w:p w14:paraId="66986A3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7</w:t>
      </w:r>
    </w:p>
    <w:p w14:paraId="002F43C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8</w:t>
      </w:r>
    </w:p>
    <w:p w14:paraId="3048F36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9</w:t>
      </w:r>
    </w:p>
    <w:p w14:paraId="79AF8246"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w:t>
      </w:r>
      <w:r w:rsidR="00D0428D">
        <w:t> </w:t>
      </w:r>
      <w:r w:rsidR="00D0428D">
        <w:t>Best personal doctor possible</w:t>
      </w:r>
    </w:p>
    <w:p w14:paraId="5D25B250" w14:textId="77777777" w:rsidR="00D0428D" w:rsidRDefault="00D0428D" w:rsidP="00D0428D">
      <w:pPr>
        <w:pStyle w:val="SL-FlLftSgl"/>
      </w:pPr>
    </w:p>
    <w:p w14:paraId="0A367CB6" w14:textId="77777777" w:rsidR="00D0428D" w:rsidRDefault="00D0428D" w:rsidP="00D0428D">
      <w:pPr>
        <w:pStyle w:val="ST-Subtitle-Survey"/>
      </w:pPr>
      <w:r>
        <w:t xml:space="preserve">Getting Health Care </w:t>
      </w:r>
      <w:proofErr w:type="gramStart"/>
      <w:r>
        <w:t>From</w:t>
      </w:r>
      <w:proofErr w:type="gramEnd"/>
      <w:r>
        <w:t xml:space="preserve"> Specialists</w:t>
      </w:r>
    </w:p>
    <w:p w14:paraId="675AF6D4" w14:textId="5A32C215" w:rsidR="00D0428D" w:rsidRDefault="00D0428D" w:rsidP="00D0428D">
      <w:pPr>
        <w:pStyle w:val="SL-FlLftSgl"/>
        <w:keepNext/>
        <w:keepLines/>
      </w:pPr>
      <w:r>
        <w:t xml:space="preserve">When you answer the next questions, </w:t>
      </w:r>
      <w:r w:rsidR="00425A9A">
        <w:t>include the care you got in person, by phone, or by video. D</w:t>
      </w:r>
      <w:r>
        <w:t>o</w:t>
      </w:r>
      <w:r>
        <w:rPr>
          <w:bCs/>
        </w:rPr>
        <w:t xml:space="preserve"> </w:t>
      </w:r>
      <w:r>
        <w:rPr>
          <w:b/>
        </w:rPr>
        <w:t>not</w:t>
      </w:r>
      <w:r>
        <w:t xml:space="preserve"> include dental visits or care you got when you stayed overnight in a hospital.</w:t>
      </w:r>
    </w:p>
    <w:p w14:paraId="27BC235F" w14:textId="77777777" w:rsidR="00D0428D" w:rsidRDefault="00D0428D" w:rsidP="00D0428D">
      <w:pPr>
        <w:pStyle w:val="BQ-BeforeQuestion-6ptAfter"/>
        <w:keepNext/>
        <w:keepLines/>
      </w:pPr>
    </w:p>
    <w:p w14:paraId="77A5ACC1" w14:textId="684C79D7" w:rsidR="00D0428D" w:rsidRDefault="00D0428D" w:rsidP="00D0428D">
      <w:pPr>
        <w:pStyle w:val="Q1-Survey-Question"/>
      </w:pPr>
      <w:r>
        <w:rPr>
          <w:b/>
          <w:bCs/>
        </w:rPr>
        <w:t>17.</w:t>
      </w:r>
      <w:r>
        <w:tab/>
        <w:t xml:space="preserve">Specialists are doctors like surgeons, heart doctors, allergy doctors, skin doctors, and other doctors who specialize in one area of health care. In the last 12 months, did you make any appointments </w:t>
      </w:r>
      <w:r w:rsidR="00425A9A">
        <w:t>with</w:t>
      </w:r>
      <w:r>
        <w:t xml:space="preserve"> a specialist?</w:t>
      </w:r>
    </w:p>
    <w:p w14:paraId="29E15FA0"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461E4C2D"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rPr>
        <w:t>If No, go to #21</w:t>
      </w:r>
    </w:p>
    <w:p w14:paraId="135D2607" w14:textId="77777777" w:rsidR="00D0428D" w:rsidRDefault="00D0428D" w:rsidP="00D0428D">
      <w:pPr>
        <w:pStyle w:val="BQ-BeforeQuestion-6ptAfter"/>
      </w:pPr>
    </w:p>
    <w:p w14:paraId="77889F8D" w14:textId="58EB219E" w:rsidR="00D0428D" w:rsidRDefault="00D0428D" w:rsidP="00D0428D">
      <w:pPr>
        <w:pStyle w:val="Q1-Survey-Question"/>
      </w:pPr>
      <w:r>
        <w:rPr>
          <w:b/>
          <w:bCs/>
        </w:rPr>
        <w:t>18.</w:t>
      </w:r>
      <w:r>
        <w:tab/>
        <w:t xml:space="preserve">In the last 12 months, how often did you get an appointment </w:t>
      </w:r>
      <w:r w:rsidR="00425A9A">
        <w:t>with</w:t>
      </w:r>
      <w:r>
        <w:t xml:space="preserve"> a specialist as soon as you needed?</w:t>
      </w:r>
    </w:p>
    <w:p w14:paraId="4F5DC93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5BFD8A3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28AC3926"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7219201F"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48F243BE" w14:textId="77777777" w:rsidR="00D0428D" w:rsidRDefault="00D0428D" w:rsidP="00D0428D">
      <w:pPr>
        <w:pStyle w:val="BQ-BeforeQuestion-6ptAfter"/>
      </w:pPr>
    </w:p>
    <w:p w14:paraId="111D9AE1" w14:textId="4F75958C" w:rsidR="00D0428D" w:rsidRDefault="00D0428D" w:rsidP="00D0428D">
      <w:pPr>
        <w:pStyle w:val="Q1-Survey-Question"/>
      </w:pPr>
      <w:r>
        <w:rPr>
          <w:b/>
          <w:bCs/>
        </w:rPr>
        <w:t>19.</w:t>
      </w:r>
      <w:r>
        <w:tab/>
        <w:t xml:space="preserve">How many specialists have you </w:t>
      </w:r>
      <w:r w:rsidR="00425A9A">
        <w:t xml:space="preserve">talked to </w:t>
      </w:r>
      <w:r>
        <w:t>in the last 12 months?</w:t>
      </w:r>
    </w:p>
    <w:p w14:paraId="37CB6ED3"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 xml:space="preserve">None </w:t>
      </w:r>
      <w:r w:rsidR="00D0428D">
        <w:rPr>
          <w:b/>
          <w:szCs w:val="24"/>
        </w:rPr>
        <w:sym w:font="Symbol" w:char="00AE"/>
      </w:r>
      <w:r w:rsidR="00D0428D">
        <w:rPr>
          <w:b/>
          <w:szCs w:val="24"/>
        </w:rPr>
        <w:t> </w:t>
      </w:r>
      <w:r w:rsidR="00D0428D">
        <w:rPr>
          <w:b/>
        </w:rPr>
        <w:t>If None, go to #21</w:t>
      </w:r>
    </w:p>
    <w:p w14:paraId="12675A44"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 specialist</w:t>
      </w:r>
    </w:p>
    <w:p w14:paraId="21FE8C5E"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3D5BA553"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7FE23D50"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25570FF0" w14:textId="77777777" w:rsidR="00D0428D" w:rsidRDefault="00996EA9" w:rsidP="00D0428D">
      <w:pPr>
        <w:pStyle w:val="A1-Survey1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 or more specialists</w:t>
      </w:r>
    </w:p>
    <w:p w14:paraId="180B36FE" w14:textId="77777777" w:rsidR="00D0428D" w:rsidRDefault="00D0428D" w:rsidP="00D0428D">
      <w:pPr>
        <w:pStyle w:val="BQ-BeforeQuestion-6ptAfter"/>
      </w:pPr>
    </w:p>
    <w:p w14:paraId="014968B9" w14:textId="6CF6EBF5" w:rsidR="00D0428D" w:rsidRDefault="00D0428D" w:rsidP="00D0428D">
      <w:pPr>
        <w:pStyle w:val="Q1-Survey-Question"/>
      </w:pPr>
      <w:r>
        <w:rPr>
          <w:b/>
          <w:bCs/>
        </w:rPr>
        <w:lastRenderedPageBreak/>
        <w:t>20.</w:t>
      </w:r>
      <w:r>
        <w:tab/>
        <w:t xml:space="preserve">We want to know your rating of the specialist you </w:t>
      </w:r>
      <w:r w:rsidR="00425A9A">
        <w:t xml:space="preserve">talked to </w:t>
      </w:r>
      <w:r w:rsidR="004D4922">
        <w:t>most</w:t>
      </w:r>
      <w:r>
        <w:t xml:space="preserve"> often in the last 12 months. Using any number from 0 to 10, where 0 is the worst specialist possible and 10 is the best specialist possible, what number would you use to rate the specialist?</w:t>
      </w:r>
    </w:p>
    <w:p w14:paraId="78432864"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0</w:t>
      </w:r>
      <w:r w:rsidR="00D0428D">
        <w:t> </w:t>
      </w:r>
      <w:r w:rsidR="00D0428D">
        <w:t>Worst specialist possible</w:t>
      </w:r>
    </w:p>
    <w:p w14:paraId="43718475"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w:t>
      </w:r>
    </w:p>
    <w:p w14:paraId="74F352B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35BA45D9"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4616755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66A16153"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w:t>
      </w:r>
    </w:p>
    <w:p w14:paraId="581FA69C"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6</w:t>
      </w:r>
    </w:p>
    <w:p w14:paraId="5147995E"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7</w:t>
      </w:r>
    </w:p>
    <w:p w14:paraId="42D39E2A"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8</w:t>
      </w:r>
    </w:p>
    <w:p w14:paraId="4B678421" w14:textId="77777777" w:rsidR="00D0428D" w:rsidRDefault="00996EA9" w:rsidP="00D0428D">
      <w:pPr>
        <w:pStyle w:val="A0-Survey0DigitRespOptBox"/>
        <w:keepNext/>
        <w:keepLines/>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9</w:t>
      </w:r>
    </w:p>
    <w:p w14:paraId="5D44BBC8" w14:textId="77777777" w:rsidR="00D0428D" w:rsidRDefault="00996EA9" w:rsidP="00D0428D">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w:t>
      </w:r>
      <w:r w:rsidR="00D0428D">
        <w:t> </w:t>
      </w:r>
      <w:r w:rsidR="00D0428D">
        <w:t>Best specialist possible</w:t>
      </w:r>
    </w:p>
    <w:p w14:paraId="30E4C0AC" w14:textId="77777777" w:rsidR="00D0428D" w:rsidRDefault="00D0428D" w:rsidP="00D0428D">
      <w:pPr>
        <w:pStyle w:val="SL-FlLftSgl"/>
      </w:pPr>
    </w:p>
    <w:p w14:paraId="52C0583B" w14:textId="77777777" w:rsidR="00D0428D" w:rsidRDefault="00D0428D" w:rsidP="00D0428D">
      <w:pPr>
        <w:pStyle w:val="SL-FlLftSgl"/>
      </w:pPr>
    </w:p>
    <w:p w14:paraId="3805AFCB" w14:textId="77777777" w:rsidR="00D0428D" w:rsidRDefault="00E55AB4" w:rsidP="00D0428D">
      <w:pPr>
        <w:pStyle w:val="ST-Subtitle-Survey"/>
      </w:pPr>
      <w:r>
        <w:br w:type="column"/>
      </w:r>
      <w:r w:rsidR="00D0428D">
        <w:t>Your Health Plan</w:t>
      </w:r>
    </w:p>
    <w:p w14:paraId="4D35C8DA" w14:textId="77777777" w:rsidR="00D0428D" w:rsidRDefault="00D0428D" w:rsidP="00D0428D">
      <w:pPr>
        <w:pStyle w:val="SL-FlLftSgl"/>
      </w:pPr>
      <w:r>
        <w:t>The next questions ask about your experience with your health plan.</w:t>
      </w:r>
    </w:p>
    <w:p w14:paraId="23671F53" w14:textId="77777777" w:rsidR="00D0428D" w:rsidRDefault="00D0428D" w:rsidP="00D0428D">
      <w:pPr>
        <w:pStyle w:val="BQ-BeforeQuestion-6ptAfter"/>
      </w:pPr>
    </w:p>
    <w:p w14:paraId="46297B9C" w14:textId="77777777" w:rsidR="00D0428D" w:rsidRDefault="00D0428D" w:rsidP="00D0428D">
      <w:pPr>
        <w:pStyle w:val="Q1-Survey-Question"/>
      </w:pPr>
      <w:r>
        <w:rPr>
          <w:b/>
          <w:bCs/>
        </w:rPr>
        <w:t>21.</w:t>
      </w:r>
      <w:r>
        <w:tab/>
        <w:t>In the last 12 months, did you get information or help from your health plan’s customer service?</w:t>
      </w:r>
    </w:p>
    <w:p w14:paraId="4077DBF3"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513DCFAB"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rPr>
        <w:t>If No, go to #24</w:t>
      </w:r>
    </w:p>
    <w:p w14:paraId="4B54BD85" w14:textId="77777777" w:rsidR="00D0428D" w:rsidRDefault="00D0428D" w:rsidP="00D0428D">
      <w:pPr>
        <w:pStyle w:val="BQ-BeforeQuestion-6ptAfter"/>
      </w:pPr>
    </w:p>
    <w:p w14:paraId="0CF76E76" w14:textId="77777777" w:rsidR="00D0428D" w:rsidRDefault="00D0428D" w:rsidP="00D0428D">
      <w:pPr>
        <w:pStyle w:val="Q1-Survey-Question"/>
      </w:pPr>
      <w:r>
        <w:rPr>
          <w:b/>
          <w:bCs/>
        </w:rPr>
        <w:t>22.</w:t>
      </w:r>
      <w:r>
        <w:tab/>
        <w:t>In the last 12 months, how often did your health plan’s customer service give you the information or help you needed?</w:t>
      </w:r>
    </w:p>
    <w:p w14:paraId="0B5561DD"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6598093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14A66A16"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4F407F12" w14:textId="77777777" w:rsidR="00D0428D" w:rsidRDefault="00D0428D" w:rsidP="00D0428D">
      <w:pPr>
        <w:pStyle w:val="A1-Survey1DigitRespOptBox"/>
      </w:pPr>
      <w:r>
        <w:rPr>
          <w:szCs w:val="24"/>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7857AE67" w14:textId="77777777" w:rsidR="00D0428D" w:rsidRDefault="00D0428D" w:rsidP="00D0428D">
      <w:pPr>
        <w:pStyle w:val="BQ-BeforeQuestion-6ptAfter"/>
      </w:pPr>
    </w:p>
    <w:p w14:paraId="56CA8F97" w14:textId="77777777" w:rsidR="00D0428D" w:rsidRDefault="00D0428D" w:rsidP="00D0428D">
      <w:pPr>
        <w:pStyle w:val="Q1-Survey-Question"/>
      </w:pPr>
      <w:r>
        <w:rPr>
          <w:b/>
          <w:bCs/>
        </w:rPr>
        <w:t>23.</w:t>
      </w:r>
      <w:r>
        <w:tab/>
        <w:t>In the last 12 months, how often did your health plan’s customer service staff treat you with courtesy and respect?</w:t>
      </w:r>
    </w:p>
    <w:p w14:paraId="33F37C88"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1EFD3DB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7435FDFB"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565D7839"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5ADA0E3A" w14:textId="77777777" w:rsidR="00D0428D" w:rsidRDefault="00D0428D" w:rsidP="00D0428D">
      <w:pPr>
        <w:pStyle w:val="BQ-BeforeQuestion-6ptAfter"/>
      </w:pPr>
    </w:p>
    <w:p w14:paraId="7A60BA02" w14:textId="3E4288A7" w:rsidR="00D0428D" w:rsidRDefault="00D0428D" w:rsidP="00D0428D">
      <w:pPr>
        <w:pStyle w:val="Q1-Survey-Question"/>
      </w:pPr>
      <w:r>
        <w:rPr>
          <w:b/>
          <w:bCs/>
        </w:rPr>
        <w:t>24.</w:t>
      </w:r>
      <w:r>
        <w:tab/>
        <w:t>In the last 12 months, did your health plan give you any forms to fill out?</w:t>
      </w:r>
    </w:p>
    <w:p w14:paraId="6BCCD0FD"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2B7A7A44" w14:textId="77777777" w:rsidR="00D0428D" w:rsidRDefault="00D0428D" w:rsidP="00D0428D">
      <w:pPr>
        <w:pStyle w:val="A1-Survey1DigitRespOptBox"/>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rPr>
        <w:t>If No, go to #26</w:t>
      </w:r>
    </w:p>
    <w:p w14:paraId="14B13C07" w14:textId="77777777" w:rsidR="00D0428D" w:rsidRDefault="00D0428D" w:rsidP="00D0428D">
      <w:pPr>
        <w:pStyle w:val="BQ-BeforeQuestion-6ptAfter"/>
      </w:pPr>
    </w:p>
    <w:p w14:paraId="6E588A4B" w14:textId="1981454D" w:rsidR="00D0428D" w:rsidRDefault="006C30D9" w:rsidP="00D0428D">
      <w:pPr>
        <w:pStyle w:val="Q1-Survey-Question"/>
      </w:pPr>
      <w:r>
        <w:rPr>
          <w:b/>
          <w:bCs/>
        </w:rPr>
        <w:br w:type="column"/>
      </w:r>
      <w:r w:rsidR="00D0428D">
        <w:rPr>
          <w:b/>
          <w:bCs/>
        </w:rPr>
        <w:lastRenderedPageBreak/>
        <w:t>25.</w:t>
      </w:r>
      <w:r w:rsidR="00D0428D">
        <w:tab/>
        <w:t>In the last 12 months, how often were the forms from your health plan easy to fill out?</w:t>
      </w:r>
    </w:p>
    <w:p w14:paraId="55BE5076"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Never</w:t>
      </w:r>
    </w:p>
    <w:p w14:paraId="0121AA6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Sometimes</w:t>
      </w:r>
    </w:p>
    <w:p w14:paraId="03928AE9"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Usually</w:t>
      </w:r>
    </w:p>
    <w:p w14:paraId="27E7B230"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Always</w:t>
      </w:r>
    </w:p>
    <w:p w14:paraId="7EAB9A7B" w14:textId="77777777" w:rsidR="00D0428D" w:rsidRDefault="00D0428D" w:rsidP="00D0428D">
      <w:pPr>
        <w:pStyle w:val="BQ-BeforeQuestion-6ptAfter"/>
      </w:pPr>
    </w:p>
    <w:p w14:paraId="185266B2" w14:textId="77777777" w:rsidR="00D0428D" w:rsidRDefault="00D0428D" w:rsidP="00D0428D">
      <w:pPr>
        <w:pStyle w:val="Q1-Survey-Question"/>
      </w:pPr>
      <w:r>
        <w:rPr>
          <w:b/>
          <w:bCs/>
        </w:rPr>
        <w:t>26.</w:t>
      </w:r>
      <w:r>
        <w:tab/>
        <w:t>Using any number from 0 to 10, where 0 is the worst health plan possible and 10 is the best health plan possible, what number would you use to rate your health plan?</w:t>
      </w:r>
    </w:p>
    <w:p w14:paraId="2C3A7C3A"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0</w:t>
      </w:r>
      <w:r w:rsidR="00D0428D">
        <w:t> </w:t>
      </w:r>
      <w:r w:rsidR="00D0428D">
        <w:t>Worst health plan possible</w:t>
      </w:r>
    </w:p>
    <w:p w14:paraId="5ABC946F"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w:t>
      </w:r>
    </w:p>
    <w:p w14:paraId="0F975E96"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2</w:t>
      </w:r>
    </w:p>
    <w:p w14:paraId="3D14686D"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3</w:t>
      </w:r>
    </w:p>
    <w:p w14:paraId="52F6DF75"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4</w:t>
      </w:r>
    </w:p>
    <w:p w14:paraId="63E77EBE"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5</w:t>
      </w:r>
    </w:p>
    <w:p w14:paraId="42F626CD"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6</w:t>
      </w:r>
    </w:p>
    <w:p w14:paraId="783B4FE6"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7</w:t>
      </w:r>
    </w:p>
    <w:p w14:paraId="16752B0F"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8</w:t>
      </w:r>
    </w:p>
    <w:p w14:paraId="2801A5B5"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9</w:t>
      </w:r>
    </w:p>
    <w:p w14:paraId="623EE0A0" w14:textId="77777777" w:rsidR="00D0428D" w:rsidRDefault="00996EA9" w:rsidP="004D356C">
      <w:pPr>
        <w:pStyle w:val="A0-Survey0DigitRespOptBox"/>
      </w:pPr>
      <w:r>
        <w:fldChar w:fldCharType="begin">
          <w:ffData>
            <w:name w:val="Check3"/>
            <w:enabled/>
            <w:calcOnExit w:val="0"/>
            <w:checkBox>
              <w:sizeAuto/>
              <w:default w:val="0"/>
            </w:checkBox>
          </w:ffData>
        </w:fldChar>
      </w:r>
      <w:r w:rsidR="00D0428D">
        <w:instrText xml:space="preserve"> FORMCHECKBOX </w:instrText>
      </w:r>
      <w:r w:rsidR="00000000">
        <w:fldChar w:fldCharType="separate"/>
      </w:r>
      <w:r>
        <w:fldChar w:fldCharType="end"/>
      </w:r>
      <w:r w:rsidR="00D0428D">
        <w:tab/>
        <w:t>10</w:t>
      </w:r>
      <w:r w:rsidR="00D0428D">
        <w:t> </w:t>
      </w:r>
      <w:r w:rsidR="00D0428D">
        <w:t>Best health plan possible</w:t>
      </w:r>
    </w:p>
    <w:p w14:paraId="213C4C18" w14:textId="77777777" w:rsidR="00D0428D" w:rsidRDefault="00D0428D" w:rsidP="00D0428D">
      <w:pPr>
        <w:pStyle w:val="SL-FlLftSgl"/>
      </w:pPr>
    </w:p>
    <w:p w14:paraId="213FF2C3" w14:textId="77777777" w:rsidR="00D0428D" w:rsidRDefault="00D0428D" w:rsidP="00D0428D">
      <w:pPr>
        <w:pStyle w:val="SL-FlLftSgl"/>
      </w:pPr>
    </w:p>
    <w:p w14:paraId="2D50E59A" w14:textId="77777777" w:rsidR="00D0428D" w:rsidRDefault="00E55AB4" w:rsidP="00D0428D">
      <w:pPr>
        <w:pStyle w:val="ST-Subtitle-Survey"/>
      </w:pPr>
      <w:r>
        <w:br w:type="column"/>
      </w:r>
      <w:r w:rsidR="00D0428D">
        <w:t>About You</w:t>
      </w:r>
    </w:p>
    <w:p w14:paraId="138518B8" w14:textId="77777777" w:rsidR="00D0428D" w:rsidRDefault="00D0428D" w:rsidP="00D0428D">
      <w:pPr>
        <w:pStyle w:val="Q1-Survey-Question"/>
      </w:pPr>
      <w:r>
        <w:rPr>
          <w:b/>
          <w:bCs/>
        </w:rPr>
        <w:t>27.</w:t>
      </w:r>
      <w:r>
        <w:tab/>
        <w:t>In general, how would you rate your overall health?</w:t>
      </w:r>
    </w:p>
    <w:p w14:paraId="7412012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Excellent</w:t>
      </w:r>
    </w:p>
    <w:p w14:paraId="71C39C8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Very good</w:t>
      </w:r>
    </w:p>
    <w:p w14:paraId="78597D19"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Good</w:t>
      </w:r>
    </w:p>
    <w:p w14:paraId="1C212AFC"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Fair</w:t>
      </w:r>
    </w:p>
    <w:p w14:paraId="3F7AC59C"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Poor</w:t>
      </w:r>
    </w:p>
    <w:p w14:paraId="63FBD71F" w14:textId="77777777" w:rsidR="00D0428D" w:rsidRDefault="00D0428D" w:rsidP="00D0428D">
      <w:pPr>
        <w:pStyle w:val="BQ-BeforeQuestion-6ptAfter"/>
      </w:pPr>
    </w:p>
    <w:p w14:paraId="4F78BE37" w14:textId="77777777" w:rsidR="00D0428D" w:rsidRDefault="00D0428D" w:rsidP="00D0428D">
      <w:pPr>
        <w:pStyle w:val="Q1-Survey-Question"/>
      </w:pPr>
      <w:r>
        <w:rPr>
          <w:b/>
          <w:bCs/>
        </w:rPr>
        <w:t>28.</w:t>
      </w:r>
      <w:r>
        <w:tab/>
        <w:t xml:space="preserve">In general, how would you rate your overall </w:t>
      </w:r>
      <w:r>
        <w:rPr>
          <w:b/>
        </w:rPr>
        <w:t>mental or emotional</w:t>
      </w:r>
      <w:r>
        <w:t xml:space="preserve"> health?</w:t>
      </w:r>
    </w:p>
    <w:p w14:paraId="66262AC8"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Excellent</w:t>
      </w:r>
    </w:p>
    <w:p w14:paraId="61441C96"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Very good</w:t>
      </w:r>
    </w:p>
    <w:p w14:paraId="0D098FD8"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Good</w:t>
      </w:r>
    </w:p>
    <w:p w14:paraId="42E013C8"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Fair</w:t>
      </w:r>
    </w:p>
    <w:p w14:paraId="2963AFFB"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Poor</w:t>
      </w:r>
    </w:p>
    <w:p w14:paraId="7062FF3B" w14:textId="77777777" w:rsidR="00D0428D" w:rsidRPr="00637FBC" w:rsidRDefault="00D0428D" w:rsidP="00D0428D">
      <w:pPr>
        <w:pStyle w:val="Q1-Survey-Question"/>
      </w:pPr>
    </w:p>
    <w:p w14:paraId="20E66C7A" w14:textId="77777777" w:rsidR="00D0428D" w:rsidRDefault="00D0428D" w:rsidP="00D0428D">
      <w:pPr>
        <w:pStyle w:val="Q1-Survey-Question"/>
      </w:pPr>
      <w:r>
        <w:rPr>
          <w:b/>
        </w:rPr>
        <w:t>29.</w:t>
      </w:r>
      <w:r>
        <w:rPr>
          <w:b/>
        </w:rPr>
        <w:tab/>
      </w:r>
      <w:r>
        <w:t xml:space="preserve">In the past 12 months, </w:t>
      </w:r>
      <w:r w:rsidR="00423145">
        <w:t>did you get hea</w:t>
      </w:r>
      <w:r w:rsidR="00B918C1">
        <w:t>l</w:t>
      </w:r>
      <w:r w:rsidR="00423145">
        <w:t>t</w:t>
      </w:r>
      <w:r w:rsidRPr="00010C28">
        <w:t xml:space="preserve">h care </w:t>
      </w:r>
      <w:r w:rsidR="004D4922">
        <w:t xml:space="preserve">3 </w:t>
      </w:r>
      <w:r>
        <w:t>or more times for the same condition or problem?</w:t>
      </w:r>
    </w:p>
    <w:p w14:paraId="42DC497B"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17FBC043" w14:textId="15C30676"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No</w:t>
      </w:r>
      <w:r w:rsidR="00EF5DE1">
        <w:t xml:space="preserve"> </w:t>
      </w:r>
      <w:r w:rsidR="00EF5DE1">
        <w:rPr>
          <w:b/>
          <w:bCs/>
          <w:szCs w:val="24"/>
        </w:rPr>
        <w:sym w:font="Symbol" w:char="00AE"/>
      </w:r>
      <w:r w:rsidR="00EF5DE1">
        <w:rPr>
          <w:b/>
          <w:bCs/>
          <w:szCs w:val="24"/>
        </w:rPr>
        <w:t> </w:t>
      </w:r>
      <w:r w:rsidR="00EF5DE1">
        <w:rPr>
          <w:b/>
          <w:bCs/>
        </w:rPr>
        <w:t>If No, go to</w:t>
      </w:r>
      <w:r w:rsidR="00EF5DE1" w:rsidRPr="00EF5DE1">
        <w:t xml:space="preserve"> #</w:t>
      </w:r>
      <w:r>
        <w:rPr>
          <w:b/>
          <w:bCs/>
        </w:rPr>
        <w:t>31</w:t>
      </w:r>
    </w:p>
    <w:p w14:paraId="300B963E" w14:textId="77777777" w:rsidR="00D0428D" w:rsidRDefault="00D0428D" w:rsidP="00D0428D">
      <w:pPr>
        <w:pStyle w:val="BQ-BeforeQuestion-6ptAfter"/>
      </w:pPr>
    </w:p>
    <w:p w14:paraId="478FA270" w14:textId="77777777" w:rsidR="00D0428D" w:rsidRDefault="00D0428D" w:rsidP="00D0428D">
      <w:pPr>
        <w:pStyle w:val="Q1-Survey-Question"/>
      </w:pPr>
      <w:r>
        <w:rPr>
          <w:b/>
          <w:bCs/>
        </w:rPr>
        <w:t>30.</w:t>
      </w:r>
      <w:r>
        <w:tab/>
        <w:t xml:space="preserve">Is this a condition or problem that has lasted for at least 3 months? Do </w:t>
      </w:r>
      <w:r>
        <w:rPr>
          <w:b/>
          <w:bCs/>
        </w:rPr>
        <w:t>not</w:t>
      </w:r>
      <w:r>
        <w:t xml:space="preserve"> include pregnancy or menopause.</w:t>
      </w:r>
    </w:p>
    <w:p w14:paraId="6C577B53"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73231AC8"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No</w:t>
      </w:r>
    </w:p>
    <w:p w14:paraId="24C75FC5" w14:textId="77777777" w:rsidR="00D0428D" w:rsidRDefault="00D0428D" w:rsidP="00D0428D">
      <w:pPr>
        <w:pStyle w:val="BQ-BeforeQuestion-6ptAfter"/>
      </w:pPr>
    </w:p>
    <w:p w14:paraId="0FB1DED0" w14:textId="77777777" w:rsidR="00D0428D" w:rsidRDefault="00D0428D" w:rsidP="00D0428D">
      <w:pPr>
        <w:pStyle w:val="Q1-Survey-Question"/>
      </w:pPr>
      <w:r>
        <w:rPr>
          <w:b/>
          <w:bCs/>
        </w:rPr>
        <w:t>31.</w:t>
      </w:r>
      <w:r>
        <w:tab/>
        <w:t xml:space="preserve">Do you now need or take medicine prescribed by a doctor? Do </w:t>
      </w:r>
      <w:r>
        <w:rPr>
          <w:b/>
        </w:rPr>
        <w:t>not</w:t>
      </w:r>
      <w:r>
        <w:t xml:space="preserve"> include birth control.</w:t>
      </w:r>
    </w:p>
    <w:p w14:paraId="35BD87A9"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430A3DC7"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 </w:t>
      </w:r>
      <w:r>
        <w:rPr>
          <w:b/>
          <w:bCs/>
        </w:rPr>
        <w:t>If No, go to #33</w:t>
      </w:r>
    </w:p>
    <w:p w14:paraId="7AF0DDE5" w14:textId="77777777" w:rsidR="00D0428D" w:rsidRDefault="00D0428D" w:rsidP="00D0428D">
      <w:pPr>
        <w:pStyle w:val="BQ-BeforeQuestion-6ptAfter"/>
      </w:pPr>
    </w:p>
    <w:p w14:paraId="057D9BE5" w14:textId="77777777" w:rsidR="00E55AB4" w:rsidRDefault="00E55AB4" w:rsidP="00E55AB4">
      <w:pPr>
        <w:pStyle w:val="ST-Subtitle-Survey"/>
        <w:sectPr w:rsidR="00E55AB4" w:rsidSect="00802E78">
          <w:headerReference w:type="default" r:id="rId18"/>
          <w:footerReference w:type="default" r:id="rId19"/>
          <w:pgSz w:w="12240" w:h="15840" w:code="1"/>
          <w:pgMar w:top="1440" w:right="1080" w:bottom="1440" w:left="1080" w:header="720" w:footer="576" w:gutter="0"/>
          <w:pgNumType w:start="1"/>
          <w:cols w:num="2" w:space="720"/>
        </w:sectPr>
      </w:pPr>
    </w:p>
    <w:p w14:paraId="3ED263DA" w14:textId="77777777" w:rsidR="00D0428D" w:rsidRDefault="00D0428D" w:rsidP="00D0428D">
      <w:pPr>
        <w:pStyle w:val="Q1-Survey-Question"/>
      </w:pPr>
      <w:r>
        <w:rPr>
          <w:b/>
          <w:bCs/>
        </w:rPr>
        <w:lastRenderedPageBreak/>
        <w:t>32.</w:t>
      </w:r>
      <w:r>
        <w:tab/>
        <w:t xml:space="preserve">Is this medicine to treat a condition that has lasted for at least 3 months? Do </w:t>
      </w:r>
      <w:r>
        <w:rPr>
          <w:b/>
        </w:rPr>
        <w:t>not</w:t>
      </w:r>
      <w:r>
        <w:t xml:space="preserve"> include pregnancy or menopause.</w:t>
      </w:r>
    </w:p>
    <w:p w14:paraId="284D7CDC"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3FBBD58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No</w:t>
      </w:r>
    </w:p>
    <w:p w14:paraId="23FB21BD" w14:textId="77777777" w:rsidR="00D0428D" w:rsidRDefault="00D0428D" w:rsidP="00D0428D">
      <w:pPr>
        <w:pStyle w:val="BQ-BeforeQuestion-6ptAfter"/>
      </w:pPr>
    </w:p>
    <w:p w14:paraId="744A2201" w14:textId="77777777" w:rsidR="00D0428D" w:rsidRDefault="00D0428D" w:rsidP="00D0428D">
      <w:pPr>
        <w:pStyle w:val="Q1-Survey-Question"/>
      </w:pPr>
      <w:r>
        <w:rPr>
          <w:b/>
          <w:bCs/>
        </w:rPr>
        <w:t>33.</w:t>
      </w:r>
      <w:r>
        <w:tab/>
        <w:t>What is your age?</w:t>
      </w:r>
    </w:p>
    <w:p w14:paraId="5B07721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18 to 24</w:t>
      </w:r>
    </w:p>
    <w:p w14:paraId="47B14575"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25 to 34</w:t>
      </w:r>
    </w:p>
    <w:p w14:paraId="76C2769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35 to 44</w:t>
      </w:r>
    </w:p>
    <w:p w14:paraId="1D4B631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45 to 54</w:t>
      </w:r>
    </w:p>
    <w:p w14:paraId="7024DE57"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55 to 64</w:t>
      </w:r>
    </w:p>
    <w:p w14:paraId="517294E8"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65 to 74</w:t>
      </w:r>
    </w:p>
    <w:p w14:paraId="33C7784D" w14:textId="77777777" w:rsidR="00D0428D" w:rsidRDefault="00D0428D" w:rsidP="00D0428D">
      <w:pPr>
        <w:pStyle w:val="A1-Survey1DigitRespOptBox"/>
      </w:pPr>
      <w:r>
        <w:rPr>
          <w:vertAlign w:val="superscript"/>
        </w:rPr>
        <w:t>7</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75 or older</w:t>
      </w:r>
    </w:p>
    <w:p w14:paraId="065EEAA8" w14:textId="77777777" w:rsidR="00D0428D" w:rsidRDefault="00D0428D" w:rsidP="00D0428D">
      <w:pPr>
        <w:pStyle w:val="BQ-BeforeQuestion-6ptAfter"/>
      </w:pPr>
    </w:p>
    <w:p w14:paraId="025CE9DB" w14:textId="77777777" w:rsidR="00D0428D" w:rsidRDefault="00D0428D" w:rsidP="00D0428D">
      <w:pPr>
        <w:pStyle w:val="Q1-Survey-Question"/>
      </w:pPr>
      <w:r>
        <w:rPr>
          <w:b/>
          <w:bCs/>
        </w:rPr>
        <w:t>34.</w:t>
      </w:r>
      <w:r>
        <w:tab/>
        <w:t>Are you male or female?</w:t>
      </w:r>
    </w:p>
    <w:p w14:paraId="41841A3A"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Male</w:t>
      </w:r>
    </w:p>
    <w:p w14:paraId="03EEE83C"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Female</w:t>
      </w:r>
    </w:p>
    <w:p w14:paraId="7F500302" w14:textId="77777777" w:rsidR="00D0428D" w:rsidRDefault="00D0428D" w:rsidP="00D0428D">
      <w:pPr>
        <w:pStyle w:val="BQ-BeforeQuestion-6ptAfter"/>
      </w:pPr>
    </w:p>
    <w:p w14:paraId="3B90734A" w14:textId="77777777" w:rsidR="00D0428D" w:rsidRDefault="00D0428D" w:rsidP="00D0428D">
      <w:pPr>
        <w:pStyle w:val="Q1-Survey-Question"/>
      </w:pPr>
      <w:r>
        <w:rPr>
          <w:b/>
          <w:bCs/>
        </w:rPr>
        <w:t>35.</w:t>
      </w:r>
      <w:r>
        <w:tab/>
        <w:t>What is the highest grade or level of school that you have completed?</w:t>
      </w:r>
    </w:p>
    <w:p w14:paraId="2FA3B89F"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8th grade or less</w:t>
      </w:r>
    </w:p>
    <w:p w14:paraId="36EE8454"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 high school, but did not graduate</w:t>
      </w:r>
    </w:p>
    <w:p w14:paraId="775758D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High school graduate or GED</w:t>
      </w:r>
    </w:p>
    <w:p w14:paraId="6CF71CA5"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Some college or 2-year degree</w:t>
      </w:r>
    </w:p>
    <w:p w14:paraId="5F12D429"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4-year college graduate</w:t>
      </w:r>
    </w:p>
    <w:p w14:paraId="70620A39"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More than 4-year college degree</w:t>
      </w:r>
    </w:p>
    <w:p w14:paraId="7C2F2B08" w14:textId="77777777" w:rsidR="00D0428D" w:rsidRDefault="00E55AB4" w:rsidP="00E55AB4">
      <w:pPr>
        <w:pStyle w:val="Q1-Survey-Question"/>
      </w:pPr>
      <w:r>
        <w:br w:type="column"/>
      </w:r>
      <w:r w:rsidR="00D0428D">
        <w:rPr>
          <w:b/>
          <w:bCs/>
        </w:rPr>
        <w:t>36.</w:t>
      </w:r>
      <w:r w:rsidR="00D0428D">
        <w:tab/>
        <w:t>Are you of Hispanic or Latino origin or descent?</w:t>
      </w:r>
    </w:p>
    <w:p w14:paraId="3892DBB3"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 Hispanic or Latino</w:t>
      </w:r>
    </w:p>
    <w:p w14:paraId="75033D5D"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sidR="00F2102B">
        <w:t>n</w:t>
      </w:r>
      <w:r>
        <w:t>ot Hispanic or Latino</w:t>
      </w:r>
    </w:p>
    <w:p w14:paraId="185602BD" w14:textId="77777777" w:rsidR="00DB68E8" w:rsidRDefault="00DB68E8" w:rsidP="004446AF">
      <w:pPr>
        <w:pStyle w:val="BQ-BeforeQuestion-6ptAfter"/>
      </w:pPr>
    </w:p>
    <w:p w14:paraId="36B3BA24" w14:textId="77777777" w:rsidR="00D0428D" w:rsidRDefault="00D0428D" w:rsidP="00D0428D">
      <w:pPr>
        <w:pStyle w:val="Q1-Survey-Question"/>
      </w:pPr>
      <w:r>
        <w:rPr>
          <w:b/>
          <w:bCs/>
        </w:rPr>
        <w:t>37.</w:t>
      </w:r>
      <w:r>
        <w:tab/>
        <w:t>What is your race? Mark one or more.</w:t>
      </w:r>
    </w:p>
    <w:p w14:paraId="27F8DABC" w14:textId="77777777" w:rsidR="00D0428D" w:rsidRDefault="00D0428D" w:rsidP="00D0428D">
      <w:pPr>
        <w:pStyle w:val="A1-Survey1DigitRespOptBox"/>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White</w:t>
      </w:r>
    </w:p>
    <w:p w14:paraId="10EC281B" w14:textId="77777777" w:rsidR="00D0428D" w:rsidRDefault="00D0428D" w:rsidP="00D0428D">
      <w:pPr>
        <w:pStyle w:val="A1-Survey1DigitRespOptBox"/>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Black or African</w:t>
      </w:r>
      <w:r w:rsidR="00EE3585">
        <w:t xml:space="preserve"> </w:t>
      </w:r>
      <w:r>
        <w:t>American</w:t>
      </w:r>
    </w:p>
    <w:p w14:paraId="4ECB4410" w14:textId="77777777" w:rsidR="00D0428D" w:rsidRDefault="00D0428D" w:rsidP="00D0428D">
      <w:pPr>
        <w:pStyle w:val="A1-Survey1DigitRespOptBox"/>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Asian</w:t>
      </w:r>
    </w:p>
    <w:p w14:paraId="66FEF2C0" w14:textId="77777777" w:rsidR="00D0428D" w:rsidRDefault="00D0428D" w:rsidP="00D0428D">
      <w:pPr>
        <w:pStyle w:val="A1-Survey1DigitRespOptBox"/>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Native Hawaiian or Other Pacific Islander</w:t>
      </w:r>
    </w:p>
    <w:p w14:paraId="5DB3A0E4" w14:textId="77777777" w:rsidR="00D0428D" w:rsidRDefault="00D0428D" w:rsidP="00D0428D">
      <w:pPr>
        <w:pStyle w:val="A1-Survey1DigitRespOptBox"/>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American Indian or Alaska Native</w:t>
      </w:r>
    </w:p>
    <w:p w14:paraId="4F302F4E" w14:textId="77777777" w:rsidR="00D0428D" w:rsidRDefault="00D0428D" w:rsidP="00D0428D">
      <w:pPr>
        <w:pStyle w:val="A1-Survey1DigitRespOptBox"/>
      </w:pPr>
      <w:r>
        <w:rPr>
          <w:vertAlign w:val="superscript"/>
        </w:rPr>
        <w:t>6</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Other</w:t>
      </w:r>
    </w:p>
    <w:p w14:paraId="0693B36F" w14:textId="77777777" w:rsidR="00D0428D" w:rsidRDefault="00D0428D" w:rsidP="00D0428D">
      <w:pPr>
        <w:pStyle w:val="BQ-BeforeQuestion-6ptAfter"/>
      </w:pPr>
    </w:p>
    <w:p w14:paraId="6B57529B" w14:textId="77777777" w:rsidR="00D0428D" w:rsidRDefault="00D0428D" w:rsidP="00D0428D">
      <w:pPr>
        <w:pStyle w:val="Q1-Survey-Question"/>
      </w:pPr>
      <w:r>
        <w:rPr>
          <w:b/>
          <w:bCs/>
        </w:rPr>
        <w:t>38.</w:t>
      </w:r>
      <w:r>
        <w:tab/>
        <w:t>Did someone help you complete this survey?</w:t>
      </w:r>
    </w:p>
    <w:p w14:paraId="100907BC" w14:textId="77777777" w:rsidR="00D0428D" w:rsidRDefault="00D0428D" w:rsidP="00D0428D">
      <w:pPr>
        <w:pStyle w:val="A1-Survey1DigitRespOptBox"/>
        <w:ind w:left="1800" w:hanging="1224"/>
        <w:rPr>
          <w:b/>
        </w:rPr>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Yes</w:t>
      </w:r>
    </w:p>
    <w:p w14:paraId="457A81DA" w14:textId="77777777" w:rsidR="00D0428D" w:rsidRDefault="00D0428D" w:rsidP="00D0428D">
      <w:pPr>
        <w:pStyle w:val="A1-Survey1DigitRespOptBox"/>
        <w:ind w:left="1800" w:hanging="1224"/>
        <w:rPr>
          <w:b/>
        </w:rPr>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 xml:space="preserve">No </w:t>
      </w:r>
      <w:r>
        <w:rPr>
          <w:b/>
          <w:bCs/>
          <w:szCs w:val="24"/>
        </w:rPr>
        <w:sym w:font="Symbol" w:char="00AE"/>
      </w:r>
      <w:r>
        <w:rPr>
          <w:b/>
          <w:bCs/>
          <w:szCs w:val="24"/>
        </w:rPr>
        <w:tab/>
      </w:r>
      <w:r>
        <w:rPr>
          <w:b/>
        </w:rPr>
        <w:t>Thank you.</w:t>
      </w:r>
      <w:r>
        <w:rPr>
          <w:b/>
        </w:rPr>
        <w:br/>
        <w:t>Please return the completed survey in the postage-paid envelope.</w:t>
      </w:r>
    </w:p>
    <w:p w14:paraId="07D457C6" w14:textId="77777777" w:rsidR="00D0428D" w:rsidRDefault="00D0428D" w:rsidP="00D0428D">
      <w:pPr>
        <w:pStyle w:val="BQ-BeforeQuestion-6ptAfter"/>
      </w:pPr>
    </w:p>
    <w:p w14:paraId="7837F6A8" w14:textId="77777777" w:rsidR="00D0428D" w:rsidRDefault="00D0428D" w:rsidP="00D0428D">
      <w:pPr>
        <w:pStyle w:val="Q1-Survey-Question"/>
      </w:pPr>
      <w:r>
        <w:rPr>
          <w:b/>
          <w:bCs/>
        </w:rPr>
        <w:t>39.</w:t>
      </w:r>
      <w:r>
        <w:tab/>
        <w:t>How did that person help you? Mark one or more.</w:t>
      </w:r>
    </w:p>
    <w:p w14:paraId="15FE7FEC" w14:textId="77777777" w:rsidR="00D0428D" w:rsidRDefault="00D0428D" w:rsidP="00D0428D">
      <w:pPr>
        <w:pStyle w:val="A1-Survey1DigitRespOptBox"/>
        <w:keepNext/>
        <w:keepLines/>
      </w:pPr>
      <w:r>
        <w:rPr>
          <w:vertAlign w:val="superscript"/>
        </w:rPr>
        <w:t>1</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Read the questions to me</w:t>
      </w:r>
    </w:p>
    <w:p w14:paraId="5F7E41FF" w14:textId="77777777" w:rsidR="00D0428D" w:rsidRDefault="00D0428D" w:rsidP="00D0428D">
      <w:pPr>
        <w:pStyle w:val="A1-Survey1DigitRespOptBox"/>
        <w:keepNext/>
        <w:keepLines/>
      </w:pPr>
      <w:r>
        <w:rPr>
          <w:vertAlign w:val="superscript"/>
        </w:rPr>
        <w:t>2</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Wrote down the answers I gave</w:t>
      </w:r>
    </w:p>
    <w:p w14:paraId="09B6B57F" w14:textId="77777777" w:rsidR="00D0428D" w:rsidRDefault="00D0428D" w:rsidP="00D0428D">
      <w:pPr>
        <w:pStyle w:val="A1-Survey1DigitRespOptBox"/>
        <w:keepNext/>
        <w:keepLines/>
      </w:pPr>
      <w:r>
        <w:rPr>
          <w:vertAlign w:val="superscript"/>
        </w:rPr>
        <w:t>3</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Answered the questions for me</w:t>
      </w:r>
    </w:p>
    <w:p w14:paraId="415D8528" w14:textId="77777777" w:rsidR="00D0428D" w:rsidRDefault="00D0428D" w:rsidP="00D0428D">
      <w:pPr>
        <w:pStyle w:val="A1-Survey1DigitRespOptBox"/>
        <w:keepNext/>
        <w:keepLines/>
      </w:pPr>
      <w:r>
        <w:rPr>
          <w:vertAlign w:val="superscript"/>
        </w:rPr>
        <w:t>4</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Translated the questions into my language</w:t>
      </w:r>
    </w:p>
    <w:p w14:paraId="3BCA15F7" w14:textId="77777777" w:rsidR="00D0428D" w:rsidRDefault="00D0428D" w:rsidP="00D0428D">
      <w:pPr>
        <w:pStyle w:val="A1-Survey1DigitRespOptBox"/>
        <w:keepNext/>
        <w:keepLines/>
      </w:pPr>
      <w:r>
        <w:rPr>
          <w:vertAlign w:val="superscript"/>
        </w:rPr>
        <w:t>5</w:t>
      </w:r>
      <w:r w:rsidR="00996EA9">
        <w:fldChar w:fldCharType="begin">
          <w:ffData>
            <w:name w:val="Check3"/>
            <w:enabled/>
            <w:calcOnExit w:val="0"/>
            <w:checkBox>
              <w:sizeAuto/>
              <w:default w:val="0"/>
            </w:checkBox>
          </w:ffData>
        </w:fldChar>
      </w:r>
      <w:r>
        <w:instrText xml:space="preserve"> FORMCHECKBOX </w:instrText>
      </w:r>
      <w:r w:rsidR="00000000">
        <w:fldChar w:fldCharType="separate"/>
      </w:r>
      <w:r w:rsidR="00996EA9">
        <w:fldChar w:fldCharType="end"/>
      </w:r>
      <w:r>
        <w:tab/>
        <w:t>Helped in some other way</w:t>
      </w:r>
    </w:p>
    <w:p w14:paraId="2FBE09C9" w14:textId="77777777" w:rsidR="00D0428D" w:rsidRDefault="00D0428D" w:rsidP="00D0428D">
      <w:pPr>
        <w:pStyle w:val="C2-CtrSglSp"/>
        <w:sectPr w:rsidR="00D0428D" w:rsidSect="00802E78">
          <w:headerReference w:type="default" r:id="rId20"/>
          <w:footerReference w:type="default" r:id="rId21"/>
          <w:pgSz w:w="12240" w:h="15840" w:code="1"/>
          <w:pgMar w:top="1440" w:right="1080" w:bottom="1440" w:left="1080" w:header="720" w:footer="576" w:gutter="0"/>
          <w:cols w:num="2" w:space="720"/>
        </w:sectPr>
      </w:pPr>
    </w:p>
    <w:p w14:paraId="288A1DF1" w14:textId="77777777" w:rsidR="00D0428D" w:rsidRDefault="00D0428D" w:rsidP="00D0428D">
      <w:pPr>
        <w:pStyle w:val="C2-CtrSglSp"/>
      </w:pPr>
    </w:p>
    <w:p w14:paraId="55AB69AF" w14:textId="77777777" w:rsidR="00D0428D" w:rsidRDefault="00D0428D" w:rsidP="00D0428D">
      <w:pPr>
        <w:pStyle w:val="C2-CtrSglSp"/>
      </w:pPr>
    </w:p>
    <w:p w14:paraId="2C025530" w14:textId="77777777" w:rsidR="00D0428D" w:rsidRDefault="00D0428D" w:rsidP="00D0428D">
      <w:pPr>
        <w:pStyle w:val="C2-CtrSglSp"/>
        <w:rPr>
          <w:b/>
          <w:bCs/>
        </w:rPr>
      </w:pPr>
      <w:r>
        <w:rPr>
          <w:b/>
          <w:bCs/>
        </w:rPr>
        <w:t>Thank you.</w:t>
      </w:r>
    </w:p>
    <w:p w14:paraId="708ADA84" w14:textId="77777777" w:rsidR="00D0428D" w:rsidRDefault="00D0428D" w:rsidP="00D0428D">
      <w:pPr>
        <w:pStyle w:val="C2-CtrSglSp"/>
        <w:rPr>
          <w:b/>
          <w:bCs/>
        </w:rPr>
      </w:pPr>
    </w:p>
    <w:p w14:paraId="19EDF01E" w14:textId="77777777" w:rsidR="00D0428D" w:rsidRDefault="00D0428D" w:rsidP="00D0428D">
      <w:pPr>
        <w:pStyle w:val="C2-CtrSglSp"/>
        <w:rPr>
          <w:b/>
          <w:bCs/>
        </w:rPr>
      </w:pPr>
      <w:r>
        <w:rPr>
          <w:b/>
          <w:bCs/>
        </w:rPr>
        <w:t>Please return the completed survey in the postage-paid envelope.</w:t>
      </w:r>
    </w:p>
    <w:sectPr w:rsidR="00D0428D" w:rsidSect="00802E78">
      <w:type w:val="continuous"/>
      <w:pgSz w:w="12240" w:h="15840" w:code="1"/>
      <w:pgMar w:top="1440" w:right="1080" w:bottom="1440" w:left="108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3D726" w14:textId="77777777" w:rsidR="000D75F4" w:rsidRDefault="000D75F4">
      <w:r>
        <w:separator/>
      </w:r>
    </w:p>
  </w:endnote>
  <w:endnote w:type="continuationSeparator" w:id="0">
    <w:p w14:paraId="2C3FE4F0" w14:textId="77777777" w:rsidR="000D75F4" w:rsidRDefault="000D7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5016" w14:textId="77777777" w:rsidR="00400060" w:rsidRDefault="004000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0158" w14:textId="77777777" w:rsidR="00400060" w:rsidRDefault="004000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5A9AC" w14:textId="77777777" w:rsidR="00400060" w:rsidRDefault="004000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1FB62" w14:textId="7D54FC98" w:rsidR="00F0309F" w:rsidRDefault="00000000">
    <w:pPr>
      <w:pStyle w:val="Footer"/>
    </w:pPr>
    <w:fldSimple w:instr=" FILENAME   \* MERGEFORMAT ">
      <w:r w:rsidR="00F0309F">
        <w:rPr>
          <w:noProof/>
        </w:rPr>
        <w:t>Adult_Comm_Eng_HP51_2151a.docx</w:t>
      </w:r>
    </w:fldSimple>
    <w:r w:rsidR="00F0309F">
      <w:tab/>
    </w:r>
    <w:r w:rsidR="00F0309F">
      <w:rPr>
        <w:rStyle w:val="PageNumber"/>
      </w:rPr>
      <w:fldChar w:fldCharType="begin"/>
    </w:r>
    <w:r w:rsidR="00F0309F">
      <w:rPr>
        <w:rStyle w:val="PageNumber"/>
      </w:rPr>
      <w:instrText xml:space="preserve"> PAGE </w:instrText>
    </w:r>
    <w:r w:rsidR="00F0309F">
      <w:rPr>
        <w:rStyle w:val="PageNumber"/>
      </w:rPr>
      <w:fldChar w:fldCharType="separate"/>
    </w:r>
    <w:r w:rsidR="007D258B">
      <w:rPr>
        <w:rStyle w:val="PageNumber"/>
        <w:noProof/>
      </w:rPr>
      <w:t>5</w:t>
    </w:r>
    <w:r w:rsidR="00F0309F">
      <w:rPr>
        <w:rStyle w:val="PageNumber"/>
      </w:rPr>
      <w:fldChar w:fldCharType="end"/>
    </w:r>
    <w:r w:rsidR="00F0309F">
      <w:tab/>
    </w:r>
    <w:r w:rsidR="00400060">
      <w:t>10/01</w:t>
    </w:r>
    <w:r w:rsidR="00F0309F">
      <w:t>/2020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CB57" w14:textId="23BF51F4" w:rsidR="00F0309F" w:rsidRDefault="00000000">
    <w:pPr>
      <w:pStyle w:val="Footer"/>
    </w:pPr>
    <w:fldSimple w:instr=" FILENAME   \* MERGEFORMAT ">
      <w:r w:rsidR="00F0309F">
        <w:rPr>
          <w:noProof/>
        </w:rPr>
        <w:t>Adult_Comm_Eng_HP51_2151a.docx</w:t>
      </w:r>
    </w:fldSimple>
    <w:r w:rsidR="00F0309F">
      <w:tab/>
    </w:r>
    <w:r w:rsidR="00F0309F">
      <w:rPr>
        <w:rStyle w:val="PageNumber"/>
      </w:rPr>
      <w:fldChar w:fldCharType="begin"/>
    </w:r>
    <w:r w:rsidR="00F0309F">
      <w:rPr>
        <w:rStyle w:val="PageNumber"/>
      </w:rPr>
      <w:instrText xml:space="preserve"> PAGE </w:instrText>
    </w:r>
    <w:r w:rsidR="00F0309F">
      <w:rPr>
        <w:rStyle w:val="PageNumber"/>
      </w:rPr>
      <w:fldChar w:fldCharType="separate"/>
    </w:r>
    <w:r w:rsidR="007D258B">
      <w:rPr>
        <w:rStyle w:val="PageNumber"/>
        <w:noProof/>
      </w:rPr>
      <w:t>6</w:t>
    </w:r>
    <w:r w:rsidR="00F0309F">
      <w:rPr>
        <w:rStyle w:val="PageNumber"/>
      </w:rPr>
      <w:fldChar w:fldCharType="end"/>
    </w:r>
    <w:r w:rsidR="00F0309F">
      <w:tab/>
      <w:t>10/01/2020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8974A" w14:textId="77777777" w:rsidR="000D75F4" w:rsidRDefault="000D75F4">
      <w:r>
        <w:separator/>
      </w:r>
    </w:p>
  </w:footnote>
  <w:footnote w:type="continuationSeparator" w:id="0">
    <w:p w14:paraId="38AF2BF3" w14:textId="77777777" w:rsidR="000D75F4" w:rsidRDefault="000D75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2C38" w14:textId="77777777" w:rsidR="00400060" w:rsidRDefault="004000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343D" w14:textId="77777777" w:rsidR="00400060" w:rsidRDefault="004000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BEF01" w14:textId="3F1A2642" w:rsidR="00F0309F" w:rsidRDefault="00F0309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D9577" w14:textId="57C6F683" w:rsidR="00F0309F" w:rsidRDefault="00F0309F">
    <w:pPr>
      <w:pStyle w:val="Header"/>
    </w:pPr>
    <w:r>
      <w:rPr>
        <w:noProof/>
      </w:rPr>
      <mc:AlternateContent>
        <mc:Choice Requires="wps">
          <w:drawing>
            <wp:anchor distT="0" distB="0" distL="114299" distR="114299" simplePos="0" relativeHeight="251657728" behindDoc="0" locked="1" layoutInCell="1" allowOverlap="0" wp14:anchorId="6C7628ED" wp14:editId="478D8DB7">
              <wp:simplePos x="0" y="0"/>
              <wp:positionH relativeFrom="page">
                <wp:posOffset>3885565</wp:posOffset>
              </wp:positionH>
              <wp:positionV relativeFrom="page">
                <wp:posOffset>914400</wp:posOffset>
              </wp:positionV>
              <wp:extent cx="0" cy="8229600"/>
              <wp:effectExtent l="0" t="0" r="19050" b="19050"/>
              <wp:wrapNone/>
              <wp:docPr id="4" name="Straight Connector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29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3E5920" id="Straight Connector 4" o:spid="_x0000_s1026" alt="&quot;&quot;" style="position:absolute;z-index:251657728;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05.95pt,1in" to="305.95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" o:allowoverlap="f">
              <w10:wrap anchorx="page" anchory="page"/>
              <w10:anchorlock/>
            </v:line>
          </w:pict>
        </mc:Fallback>
      </mc:AlternateContent>
    </w:r>
    <w:r w:rsidR="00AC6480">
      <w:t>CAHPS Health Plan Survey</w:t>
    </w:r>
    <w:r>
      <w:t xml:space="preserve"> </w:t>
    </w:r>
    <w:r>
      <w:tab/>
      <w:t>Adult Commercial Survey 5.1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82E2" w14:textId="685BC774" w:rsidR="00F0309F" w:rsidRDefault="00F0309F">
    <w:pPr>
      <w:pStyle w:val="Header"/>
    </w:pPr>
    <w:r>
      <w:rPr>
        <w:noProof/>
      </w:rPr>
      <mc:AlternateContent>
        <mc:Choice Requires="wps">
          <w:drawing>
            <wp:anchor distT="0" distB="0" distL="114299" distR="114299" simplePos="0" relativeHeight="251656704" behindDoc="0" locked="1" layoutInCell="1" allowOverlap="0" wp14:anchorId="68AF798C" wp14:editId="1C8277D4">
              <wp:simplePos x="0" y="0"/>
              <wp:positionH relativeFrom="page">
                <wp:posOffset>3885565</wp:posOffset>
              </wp:positionH>
              <wp:positionV relativeFrom="page">
                <wp:posOffset>914400</wp:posOffset>
              </wp:positionV>
              <wp:extent cx="0" cy="6309360"/>
              <wp:effectExtent l="0" t="0" r="19050" b="1524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09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2EBCEE" id="Straight Connector 3" o:spid="_x0000_s1026" alt="&quot;&quot;" style="position:absolute;z-index:25165670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page;mso-width-percent:0;mso-height-percent:0;mso-width-relative:page;mso-height-relative:page" from="305.95pt,1in" to="305.95pt,5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" o:allowoverlap="f">
              <w10:wrap anchorx="page" anchory="page"/>
              <w10:anchorlock/>
            </v:line>
          </w:pict>
        </mc:Fallback>
      </mc:AlternateContent>
    </w:r>
    <w:r w:rsidR="00AC6480">
      <w:t>CAHPS Health Plan Survey</w:t>
    </w:r>
    <w:r>
      <w:t xml:space="preserve"> </w:t>
    </w:r>
    <w:r>
      <w:tab/>
      <w:t>Adult Commercial Survey 5.1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260A6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58B6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C40B9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CC086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766C9D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F92643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E626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28804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170F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B7EDC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834CF"/>
    <w:multiLevelType w:val="hybridMultilevel"/>
    <w:tmpl w:val="28C8C4C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ED002F3"/>
    <w:multiLevelType w:val="hybridMultilevel"/>
    <w:tmpl w:val="CC9AD5C0"/>
    <w:lvl w:ilvl="0" w:tplc="055E38F0">
      <w:start w:val="1"/>
      <w:numFmt w:val="bullet"/>
      <w:lvlText w:val=""/>
      <w:lvlJc w:val="left"/>
      <w:pPr>
        <w:tabs>
          <w:tab w:val="num" w:pos="1152"/>
        </w:tabs>
        <w:ind w:left="1152" w:hanging="576"/>
      </w:pPr>
      <w:rPr>
        <w:rFonts w:ascii="Wingdings" w:hAnsi="Wingdings"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0263CC"/>
    <w:multiLevelType w:val="hybridMultilevel"/>
    <w:tmpl w:val="54EC6F48"/>
    <w:lvl w:ilvl="0" w:tplc="75EECFC2">
      <w:start w:val="1"/>
      <w:numFmt w:val="bullet"/>
      <w:lvlText w:val="•"/>
      <w:lvlJc w:val="left"/>
      <w:pPr>
        <w:ind w:left="360" w:hanging="360"/>
      </w:pPr>
      <w:rPr>
        <w:rFonts w:ascii="Arial" w:hAnsi="Arial" w:hint="default"/>
        <w:b w:val="0"/>
        <w:i w:val="0"/>
        <w:sz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07641AF"/>
    <w:multiLevelType w:val="hybridMultilevel"/>
    <w:tmpl w:val="241A745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1E24938"/>
    <w:multiLevelType w:val="hybridMultilevel"/>
    <w:tmpl w:val="4FF4D9C8"/>
    <w:lvl w:ilvl="0" w:tplc="4CAE420C">
      <w:start w:val="1"/>
      <w:numFmt w:val="lowerLetter"/>
      <w:lvlText w:val="%1."/>
      <w:lvlJc w:val="left"/>
      <w:pPr>
        <w:tabs>
          <w:tab w:val="num" w:pos="2880"/>
        </w:tabs>
        <w:ind w:left="2880" w:hanging="576"/>
      </w:pPr>
      <w:rPr>
        <w:rFonts w:ascii="Garamond" w:hAnsi="Garamond" w:hint="default"/>
        <w:b w:val="0"/>
        <w:i w:val="0"/>
        <w:caps w:val="0"/>
        <w:sz w:val="24"/>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E2B7DBA"/>
    <w:multiLevelType w:val="hybridMultilevel"/>
    <w:tmpl w:val="E7F40D54"/>
    <w:lvl w:ilvl="0" w:tplc="AC802EE6">
      <w:start w:val="1"/>
      <w:numFmt w:val="bullet"/>
      <w:lvlText w:val=""/>
      <w:lvlJc w:val="left"/>
      <w:pPr>
        <w:ind w:left="1710" w:hanging="360"/>
      </w:pPr>
      <w:rPr>
        <w:rFonts w:ascii="Symbol" w:hAnsi="Symbol" w:hint="default"/>
        <w:color w:val="auto"/>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32495D27"/>
    <w:multiLevelType w:val="singleLevel"/>
    <w:tmpl w:val="6FE2D3D2"/>
    <w:lvl w:ilvl="0">
      <w:start w:val="1"/>
      <w:numFmt w:val="bullet"/>
      <w:lvlText w:val="–"/>
      <w:lvlJc w:val="left"/>
      <w:pPr>
        <w:tabs>
          <w:tab w:val="num" w:pos="1728"/>
        </w:tabs>
        <w:ind w:left="1728" w:hanging="576"/>
      </w:pPr>
      <w:rPr>
        <w:rFonts w:ascii="Garamond" w:hAnsi="Garamond" w:hint="default"/>
        <w:sz w:val="28"/>
        <w:szCs w:val="36"/>
      </w:rPr>
    </w:lvl>
  </w:abstractNum>
  <w:abstractNum w:abstractNumId="18" w15:restartNumberingAfterBreak="0">
    <w:nsid w:val="3AE224ED"/>
    <w:multiLevelType w:val="hybridMultilevel"/>
    <w:tmpl w:val="B902221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272F80"/>
    <w:multiLevelType w:val="hybridMultilevel"/>
    <w:tmpl w:val="AFEC8A46"/>
    <w:lvl w:ilvl="0" w:tplc="FD6CB7E8">
      <w:start w:val="1"/>
      <w:numFmt w:val="decimal"/>
      <w:lvlText w:val="%1."/>
      <w:lvlJc w:val="left"/>
      <w:pPr>
        <w:tabs>
          <w:tab w:val="num" w:pos="2304"/>
        </w:tabs>
        <w:ind w:left="2304" w:hanging="576"/>
      </w:pPr>
      <w:rPr>
        <w:rFonts w:ascii="Garamond" w:hAnsi="Garamond"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A765FAB"/>
    <w:multiLevelType w:val="hybridMultilevel"/>
    <w:tmpl w:val="C1F0888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E0F4E1C"/>
    <w:multiLevelType w:val="hybridMultilevel"/>
    <w:tmpl w:val="A044D72E"/>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070331"/>
    <w:multiLevelType w:val="hybridMultilevel"/>
    <w:tmpl w:val="1618EF26"/>
    <w:lvl w:ilvl="0" w:tplc="A4106CC2">
      <w:start w:val="1"/>
      <w:numFmt w:val="bullet"/>
      <w:lvlText w:val="•"/>
      <w:lvlJc w:val="left"/>
      <w:pPr>
        <w:tabs>
          <w:tab w:val="num" w:pos="360"/>
        </w:tabs>
        <w:ind w:left="360" w:hanging="360"/>
      </w:pPr>
      <w:rPr>
        <w:rFonts w:ascii="Arial" w:hAnsi="Arial" w:hint="default"/>
        <w:b w:val="0"/>
        <w:i w:val="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C235A8"/>
    <w:multiLevelType w:val="hybridMultilevel"/>
    <w:tmpl w:val="7B7605A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4" w15:restartNumberingAfterBreak="0">
    <w:nsid w:val="7A2B16FB"/>
    <w:multiLevelType w:val="hybridMultilevel"/>
    <w:tmpl w:val="BDF8770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516769787">
    <w:abstractNumId w:val="17"/>
  </w:num>
  <w:num w:numId="2" w16cid:durableId="294414021">
    <w:abstractNumId w:val="17"/>
  </w:num>
  <w:num w:numId="3" w16cid:durableId="105080677">
    <w:abstractNumId w:val="10"/>
    <w:lvlOverride w:ilvl="0">
      <w:lvl w:ilvl="0">
        <w:start w:val="1"/>
        <w:numFmt w:val="bullet"/>
        <w:lvlText w:val="-"/>
        <w:legacy w:legacy="1" w:legacySpace="0" w:legacyIndent="576"/>
        <w:lvlJc w:val="left"/>
        <w:pPr>
          <w:ind w:left="2304" w:hanging="576"/>
        </w:pPr>
        <w:rPr>
          <w:rFonts w:ascii="Times New Roman" w:hAnsi="Times New Roman" w:hint="default"/>
        </w:rPr>
      </w:lvl>
    </w:lvlOverride>
  </w:num>
  <w:num w:numId="4" w16cid:durableId="1384138932">
    <w:abstractNumId w:val="12"/>
  </w:num>
  <w:num w:numId="5" w16cid:durableId="1340346899">
    <w:abstractNumId w:val="17"/>
  </w:num>
  <w:num w:numId="6" w16cid:durableId="1093089327">
    <w:abstractNumId w:val="19"/>
  </w:num>
  <w:num w:numId="7" w16cid:durableId="2092921429">
    <w:abstractNumId w:val="15"/>
  </w:num>
  <w:num w:numId="8" w16cid:durableId="831677408">
    <w:abstractNumId w:val="12"/>
  </w:num>
  <w:num w:numId="9" w16cid:durableId="365178973">
    <w:abstractNumId w:val="17"/>
  </w:num>
  <w:num w:numId="10" w16cid:durableId="1741368311">
    <w:abstractNumId w:val="19"/>
  </w:num>
  <w:num w:numId="11" w16cid:durableId="972176474">
    <w:abstractNumId w:val="15"/>
  </w:num>
  <w:num w:numId="12" w16cid:durableId="299312506">
    <w:abstractNumId w:val="12"/>
  </w:num>
  <w:num w:numId="13" w16cid:durableId="891775207">
    <w:abstractNumId w:val="17"/>
  </w:num>
  <w:num w:numId="14" w16cid:durableId="1143500208">
    <w:abstractNumId w:val="19"/>
  </w:num>
  <w:num w:numId="15" w16cid:durableId="1495100337">
    <w:abstractNumId w:val="15"/>
  </w:num>
  <w:num w:numId="16" w16cid:durableId="1459686420">
    <w:abstractNumId w:val="12"/>
  </w:num>
  <w:num w:numId="17" w16cid:durableId="998270150">
    <w:abstractNumId w:val="17"/>
  </w:num>
  <w:num w:numId="18" w16cid:durableId="1107778041">
    <w:abstractNumId w:val="19"/>
  </w:num>
  <w:num w:numId="19" w16cid:durableId="1418207725">
    <w:abstractNumId w:val="15"/>
  </w:num>
  <w:num w:numId="20" w16cid:durableId="518592609">
    <w:abstractNumId w:val="9"/>
  </w:num>
  <w:num w:numId="21" w16cid:durableId="1649018152">
    <w:abstractNumId w:val="7"/>
  </w:num>
  <w:num w:numId="22" w16cid:durableId="742675852">
    <w:abstractNumId w:val="6"/>
  </w:num>
  <w:num w:numId="23" w16cid:durableId="1240677130">
    <w:abstractNumId w:val="5"/>
  </w:num>
  <w:num w:numId="24" w16cid:durableId="1106462661">
    <w:abstractNumId w:val="4"/>
  </w:num>
  <w:num w:numId="25" w16cid:durableId="869882709">
    <w:abstractNumId w:val="8"/>
  </w:num>
  <w:num w:numId="26" w16cid:durableId="178668231">
    <w:abstractNumId w:val="3"/>
  </w:num>
  <w:num w:numId="27" w16cid:durableId="1073969325">
    <w:abstractNumId w:val="2"/>
  </w:num>
  <w:num w:numId="28" w16cid:durableId="664161527">
    <w:abstractNumId w:val="1"/>
  </w:num>
  <w:num w:numId="29" w16cid:durableId="957024049">
    <w:abstractNumId w:val="0"/>
  </w:num>
  <w:num w:numId="30" w16cid:durableId="1346857485">
    <w:abstractNumId w:val="11"/>
  </w:num>
  <w:num w:numId="31" w16cid:durableId="1825511656">
    <w:abstractNumId w:val="18"/>
  </w:num>
  <w:num w:numId="32" w16cid:durableId="1470979570">
    <w:abstractNumId w:val="22"/>
  </w:num>
  <w:num w:numId="33" w16cid:durableId="835656249">
    <w:abstractNumId w:val="21"/>
  </w:num>
  <w:num w:numId="34" w16cid:durableId="19642730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41913063">
    <w:abstractNumId w:val="16"/>
  </w:num>
  <w:num w:numId="36" w16cid:durableId="1020619284">
    <w:abstractNumId w:val="20"/>
  </w:num>
  <w:num w:numId="37" w16cid:durableId="573517370">
    <w:abstractNumId w:val="14"/>
  </w:num>
  <w:num w:numId="38" w16cid:durableId="157306461">
    <w:abstractNumId w:val="24"/>
  </w:num>
  <w:num w:numId="39" w16cid:durableId="1535921221">
    <w:abstractNumId w:val="23"/>
  </w:num>
  <w:num w:numId="40" w16cid:durableId="3502292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464"/>
    <w:rsid w:val="000347BC"/>
    <w:rsid w:val="0005570A"/>
    <w:rsid w:val="00095417"/>
    <w:rsid w:val="000963CB"/>
    <w:rsid w:val="000B16E0"/>
    <w:rsid w:val="000D75F4"/>
    <w:rsid w:val="000E74EA"/>
    <w:rsid w:val="00105EB0"/>
    <w:rsid w:val="00123F26"/>
    <w:rsid w:val="00137BB1"/>
    <w:rsid w:val="0016082D"/>
    <w:rsid w:val="001629CC"/>
    <w:rsid w:val="00197C00"/>
    <w:rsid w:val="001B107C"/>
    <w:rsid w:val="001B3F92"/>
    <w:rsid w:val="001E3C1D"/>
    <w:rsid w:val="00222736"/>
    <w:rsid w:val="00233AA1"/>
    <w:rsid w:val="002368C5"/>
    <w:rsid w:val="002412CE"/>
    <w:rsid w:val="00257945"/>
    <w:rsid w:val="0027470B"/>
    <w:rsid w:val="002D0829"/>
    <w:rsid w:val="002E0646"/>
    <w:rsid w:val="002E2880"/>
    <w:rsid w:val="002F39C1"/>
    <w:rsid w:val="00301FB6"/>
    <w:rsid w:val="00306223"/>
    <w:rsid w:val="00320271"/>
    <w:rsid w:val="0032670D"/>
    <w:rsid w:val="00327C60"/>
    <w:rsid w:val="00383B3B"/>
    <w:rsid w:val="003851C0"/>
    <w:rsid w:val="00385C3E"/>
    <w:rsid w:val="003E52F3"/>
    <w:rsid w:val="00400060"/>
    <w:rsid w:val="0040627A"/>
    <w:rsid w:val="00406A10"/>
    <w:rsid w:val="004146DB"/>
    <w:rsid w:val="00423145"/>
    <w:rsid w:val="00425A9A"/>
    <w:rsid w:val="00440F52"/>
    <w:rsid w:val="004446AF"/>
    <w:rsid w:val="00484944"/>
    <w:rsid w:val="00495ECF"/>
    <w:rsid w:val="004A0B0B"/>
    <w:rsid w:val="004A5A83"/>
    <w:rsid w:val="004A613D"/>
    <w:rsid w:val="004D356C"/>
    <w:rsid w:val="004D4922"/>
    <w:rsid w:val="004D507C"/>
    <w:rsid w:val="004E2A80"/>
    <w:rsid w:val="004F2F56"/>
    <w:rsid w:val="00500D48"/>
    <w:rsid w:val="00516B41"/>
    <w:rsid w:val="00521F45"/>
    <w:rsid w:val="005240B2"/>
    <w:rsid w:val="00547E22"/>
    <w:rsid w:val="00551FCF"/>
    <w:rsid w:val="00573F5E"/>
    <w:rsid w:val="00591384"/>
    <w:rsid w:val="005A1EC5"/>
    <w:rsid w:val="005B393B"/>
    <w:rsid w:val="005C6BAC"/>
    <w:rsid w:val="005D1C9E"/>
    <w:rsid w:val="005D6751"/>
    <w:rsid w:val="005D6BD6"/>
    <w:rsid w:val="006648E3"/>
    <w:rsid w:val="0067696E"/>
    <w:rsid w:val="00691705"/>
    <w:rsid w:val="006A2D4D"/>
    <w:rsid w:val="006A38D1"/>
    <w:rsid w:val="006B5278"/>
    <w:rsid w:val="006C30D9"/>
    <w:rsid w:val="006C7061"/>
    <w:rsid w:val="006F5FCE"/>
    <w:rsid w:val="00732986"/>
    <w:rsid w:val="00744C7C"/>
    <w:rsid w:val="0076423D"/>
    <w:rsid w:val="007713FB"/>
    <w:rsid w:val="00773FB2"/>
    <w:rsid w:val="00790882"/>
    <w:rsid w:val="007B1349"/>
    <w:rsid w:val="007D258B"/>
    <w:rsid w:val="007D623B"/>
    <w:rsid w:val="007E24FA"/>
    <w:rsid w:val="00802E78"/>
    <w:rsid w:val="008240AA"/>
    <w:rsid w:val="0082750E"/>
    <w:rsid w:val="0084116C"/>
    <w:rsid w:val="008669B1"/>
    <w:rsid w:val="008B0980"/>
    <w:rsid w:val="008B0CFA"/>
    <w:rsid w:val="008C5C12"/>
    <w:rsid w:val="008F31EB"/>
    <w:rsid w:val="008F502F"/>
    <w:rsid w:val="00912E09"/>
    <w:rsid w:val="009150BA"/>
    <w:rsid w:val="0093762F"/>
    <w:rsid w:val="00950ED5"/>
    <w:rsid w:val="00963F84"/>
    <w:rsid w:val="00991A36"/>
    <w:rsid w:val="009953A0"/>
    <w:rsid w:val="00995EF6"/>
    <w:rsid w:val="00996EA9"/>
    <w:rsid w:val="009A087E"/>
    <w:rsid w:val="009B453C"/>
    <w:rsid w:val="009D27C9"/>
    <w:rsid w:val="00A5434D"/>
    <w:rsid w:val="00A62D2A"/>
    <w:rsid w:val="00A65254"/>
    <w:rsid w:val="00A96D3F"/>
    <w:rsid w:val="00AA24D8"/>
    <w:rsid w:val="00AB2A7F"/>
    <w:rsid w:val="00AC0D50"/>
    <w:rsid w:val="00AC47DA"/>
    <w:rsid w:val="00AC6480"/>
    <w:rsid w:val="00AD42A5"/>
    <w:rsid w:val="00AD68B8"/>
    <w:rsid w:val="00B0213D"/>
    <w:rsid w:val="00B30464"/>
    <w:rsid w:val="00B343A5"/>
    <w:rsid w:val="00B63D2F"/>
    <w:rsid w:val="00B82D5C"/>
    <w:rsid w:val="00B918C1"/>
    <w:rsid w:val="00BA02D6"/>
    <w:rsid w:val="00BC0250"/>
    <w:rsid w:val="00BC2D7F"/>
    <w:rsid w:val="00BF1E26"/>
    <w:rsid w:val="00C27086"/>
    <w:rsid w:val="00C51E1B"/>
    <w:rsid w:val="00C70EB6"/>
    <w:rsid w:val="00C86CEB"/>
    <w:rsid w:val="00D0428D"/>
    <w:rsid w:val="00D131BC"/>
    <w:rsid w:val="00D15023"/>
    <w:rsid w:val="00D15FB8"/>
    <w:rsid w:val="00D53DAC"/>
    <w:rsid w:val="00D67969"/>
    <w:rsid w:val="00D9028C"/>
    <w:rsid w:val="00DA0B2B"/>
    <w:rsid w:val="00DA3660"/>
    <w:rsid w:val="00DB0C69"/>
    <w:rsid w:val="00DB4782"/>
    <w:rsid w:val="00DB68E8"/>
    <w:rsid w:val="00DD279D"/>
    <w:rsid w:val="00DD7001"/>
    <w:rsid w:val="00DF3DEB"/>
    <w:rsid w:val="00E04753"/>
    <w:rsid w:val="00E209A4"/>
    <w:rsid w:val="00E20E7C"/>
    <w:rsid w:val="00E25C92"/>
    <w:rsid w:val="00E55AB4"/>
    <w:rsid w:val="00ED55BF"/>
    <w:rsid w:val="00EE3585"/>
    <w:rsid w:val="00EF466D"/>
    <w:rsid w:val="00EF5DE1"/>
    <w:rsid w:val="00EF65E5"/>
    <w:rsid w:val="00F0309F"/>
    <w:rsid w:val="00F2102B"/>
    <w:rsid w:val="00F25AF2"/>
    <w:rsid w:val="00F61097"/>
    <w:rsid w:val="00F71824"/>
    <w:rsid w:val="00F75EF4"/>
    <w:rsid w:val="00F87738"/>
    <w:rsid w:val="00FB64A9"/>
    <w:rsid w:val="00FC497B"/>
  </w:rsids>
  <m:mathPr>
    <m:mathFont m:val="Cambria Math"/>
    <m:brkBin m:val="before"/>
    <m:brkBinSub m:val="--"/>
    <m:smallFrac m:val="0"/>
    <m:dispDef/>
    <m:lMargin m:val="0"/>
    <m:rMargin m:val="0"/>
    <m:defJc m:val="centerGroup"/>
    <m:wrapIndent m:val="1440"/>
    <m:intLim m:val="subSup"/>
    <m:naryLim m:val="undOvr"/>
  </m:mathPr>
  <w:themeFontLang w:val="en-US"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EE9E66"/>
  <w15:docId w15:val="{5DA3731D-1BF9-4526-922B-F6374DD4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tabs>
        <w:tab w:val="left" w:pos="1195"/>
      </w:tabs>
      <w:ind w:left="1195" w:hanging="1195"/>
      <w:outlineLvl w:val="0"/>
    </w:pPr>
    <w:rPr>
      <w:rFonts w:ascii="Arial" w:hAnsi="Arial"/>
      <w:b/>
    </w:rPr>
  </w:style>
  <w:style w:type="paragraph" w:styleId="Heading2">
    <w:name w:val="heading 2"/>
    <w:basedOn w:val="Normal"/>
    <w:next w:val="Normal"/>
    <w:qFormat/>
    <w:pPr>
      <w:keepNext/>
      <w:tabs>
        <w:tab w:val="left" w:pos="1195"/>
      </w:tabs>
      <w:ind w:left="1195" w:hanging="1195"/>
      <w:outlineLvl w:val="1"/>
    </w:pPr>
    <w:rPr>
      <w:rFonts w:ascii="Arial" w:hAnsi="Arial"/>
      <w:b/>
    </w:rPr>
  </w:style>
  <w:style w:type="paragraph" w:styleId="Heading3">
    <w:name w:val="heading 3"/>
    <w:basedOn w:val="Normal"/>
    <w:next w:val="Normal"/>
    <w:qFormat/>
    <w:rsid w:val="00950ED5"/>
    <w:pPr>
      <w:tabs>
        <w:tab w:val="left" w:pos="360"/>
      </w:tabs>
      <w:spacing w:before="60" w:after="60"/>
      <w:outlineLvl w:val="2"/>
    </w:pPr>
    <w:rPr>
      <w:rFonts w:ascii="Arial" w:hAnsi="Arial" w:cs="Arial"/>
      <w:b/>
      <w:bCs/>
      <w:iCs/>
      <w:color w:val="2D309F"/>
      <w:szCs w:val="24"/>
    </w:rPr>
  </w:style>
  <w:style w:type="paragraph" w:styleId="Heading4">
    <w:name w:val="heading 4"/>
    <w:basedOn w:val="Normal"/>
    <w:next w:val="Normal"/>
    <w:qFormat/>
    <w:pPr>
      <w:keepNext/>
      <w:keepLines/>
      <w:spacing w:before="240" w:line="240" w:lineRule="atLeast"/>
      <w:jc w:val="center"/>
      <w:outlineLvl w:val="3"/>
    </w:pPr>
    <w:rPr>
      <w:rFonts w:ascii="Arial" w:hAnsi="Arial"/>
      <w:b/>
    </w:rPr>
  </w:style>
  <w:style w:type="paragraph" w:styleId="Heading5">
    <w:name w:val="heading 5"/>
    <w:basedOn w:val="Normal"/>
    <w:next w:val="Normal"/>
    <w:qFormat/>
    <w:pPr>
      <w:keepLines/>
      <w:spacing w:before="360"/>
      <w:jc w:val="center"/>
      <w:outlineLvl w:val="4"/>
    </w:pPr>
    <w:rPr>
      <w:rFonts w:ascii="Arial" w:hAnsi="Arial"/>
    </w:rPr>
  </w:style>
  <w:style w:type="paragraph" w:styleId="Heading6">
    <w:name w:val="heading 6"/>
    <w:basedOn w:val="Normal"/>
    <w:next w:val="Normal"/>
    <w:qFormat/>
    <w:pPr>
      <w:keepNext/>
      <w:spacing w:before="240" w:line="240" w:lineRule="atLeast"/>
      <w:jc w:val="center"/>
      <w:outlineLvl w:val="5"/>
    </w:pPr>
    <w:rPr>
      <w:rFonts w:ascii="Arial" w:hAnsi="Arial"/>
      <w:b/>
      <w:caps/>
    </w:rPr>
  </w:style>
  <w:style w:type="paragraph" w:styleId="Heading7">
    <w:name w:val="heading 7"/>
    <w:basedOn w:val="Normal"/>
    <w:next w:val="Normal"/>
    <w:qFormat/>
    <w:pPr>
      <w:spacing w:before="240" w:after="60"/>
      <w:outlineLvl w:val="6"/>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2-CtrSglSp">
    <w:name w:val="C2-Ctr Sgl Sp"/>
    <w:basedOn w:val="Normal"/>
    <w:pPr>
      <w:keepLines/>
      <w:jc w:val="center"/>
    </w:pPr>
    <w:rPr>
      <w:szCs w:val="24"/>
    </w:rPr>
  </w:style>
  <w:style w:type="paragraph" w:customStyle="1" w:styleId="SL-FlLftSgl">
    <w:name w:val="SL-Fl Lft Sgl"/>
    <w:rPr>
      <w:sz w:val="24"/>
    </w:rPr>
  </w:style>
  <w:style w:type="paragraph" w:customStyle="1" w:styleId="A1-Survey1DigitRespOptBox">
    <w:name w:val="A1-Survey 1 Digit RespOptBox"/>
    <w:basedOn w:val="Normal"/>
    <w:pPr>
      <w:tabs>
        <w:tab w:val="left" w:pos="1008"/>
      </w:tabs>
      <w:spacing w:before="40" w:after="40"/>
      <w:ind w:left="1008" w:hanging="432"/>
    </w:pPr>
  </w:style>
  <w:style w:type="paragraph" w:customStyle="1" w:styleId="A2-Survey2DigitRespOptBox">
    <w:name w:val="A2-Survey 2 Digit RespOptBox"/>
    <w:pPr>
      <w:tabs>
        <w:tab w:val="right" w:pos="1008"/>
      </w:tabs>
      <w:spacing w:before="40" w:after="40"/>
      <w:ind w:left="1080" w:hanging="504"/>
    </w:pPr>
    <w:rPr>
      <w:sz w:val="24"/>
    </w:rPr>
  </w:style>
  <w:style w:type="paragraph" w:customStyle="1" w:styleId="A3-SurveyResponseLine">
    <w:name w:val="A3-Survey Response Line"/>
    <w:pPr>
      <w:tabs>
        <w:tab w:val="right" w:leader="underscore" w:pos="4680"/>
      </w:tabs>
      <w:spacing w:before="120" w:after="120"/>
      <w:ind w:left="576"/>
    </w:pPr>
    <w:rPr>
      <w:sz w:val="24"/>
    </w:rPr>
  </w:style>
  <w:style w:type="paragraph" w:customStyle="1" w:styleId="BQ-BeforeQuestion-6ptAfter">
    <w:name w:val="BQ-BeforeQuestion-6ptAfter"/>
    <w:basedOn w:val="Normal"/>
    <w:pPr>
      <w:spacing w:after="120"/>
    </w:pPr>
    <w:rPr>
      <w:rFonts w:cs="Arial"/>
      <w:szCs w:val="24"/>
    </w:rPr>
  </w:style>
  <w:style w:type="paragraph" w:customStyle="1" w:styleId="CoverPage">
    <w:name w:val="CoverPage"/>
    <w:basedOn w:val="Normal"/>
    <w:uiPriority w:val="99"/>
    <w:rPr>
      <w:rFonts w:ascii="Arial" w:hAnsi="Arial"/>
      <w:szCs w:val="56"/>
    </w:rPr>
  </w:style>
  <w:style w:type="paragraph" w:customStyle="1" w:styleId="DL-DoctorLabel">
    <w:name w:val="DL-DoctorLabel"/>
    <w:basedOn w:val="Normal"/>
    <w:pPr>
      <w:jc w:val="center"/>
    </w:pPr>
    <w:rPr>
      <w:rFonts w:ascii="Arial" w:hAnsi="Arial"/>
      <w:szCs w:val="24"/>
    </w:rPr>
  </w:style>
  <w:style w:type="paragraph" w:styleId="Footer">
    <w:name w:val="footer"/>
    <w:basedOn w:val="Normal"/>
    <w:link w:val="FooterChar"/>
    <w:uiPriority w:val="99"/>
    <w:pPr>
      <w:tabs>
        <w:tab w:val="center" w:pos="5040"/>
        <w:tab w:val="right" w:pos="10080"/>
      </w:tabs>
    </w:pPr>
    <w:rPr>
      <w:rFonts w:ascii="Arial" w:hAnsi="Arial"/>
      <w:sz w:val="20"/>
    </w:rPr>
  </w:style>
  <w:style w:type="paragraph" w:styleId="Header">
    <w:name w:val="header"/>
    <w:basedOn w:val="Normal"/>
    <w:pPr>
      <w:tabs>
        <w:tab w:val="right" w:pos="10080"/>
      </w:tabs>
    </w:pPr>
    <w:rPr>
      <w:rFonts w:ascii="Arial" w:hAnsi="Arial"/>
      <w:sz w:val="20"/>
    </w:rPr>
  </w:style>
  <w:style w:type="character" w:styleId="Hyperlink">
    <w:name w:val="Hyperlink"/>
    <w:uiPriority w:val="99"/>
    <w:rPr>
      <w:color w:val="0000FF"/>
      <w:u w:val="single"/>
    </w:rPr>
  </w:style>
  <w:style w:type="paragraph" w:customStyle="1" w:styleId="Instructions-Survey">
    <w:name w:val="Instructions-Survey"/>
    <w:basedOn w:val="Normal"/>
    <w:uiPriority w:val="99"/>
    <w:pPr>
      <w:widowControl w:val="0"/>
    </w:pPr>
    <w:rPr>
      <w:rFonts w:ascii="Arial" w:hAnsi="Arial"/>
      <w:szCs w:val="24"/>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32670D"/>
    <w:rPr>
      <w:rFonts w:ascii="Tahoma" w:hAnsi="Tahoma" w:cs="Tahoma"/>
      <w:sz w:val="16"/>
      <w:szCs w:val="16"/>
    </w:rPr>
  </w:style>
  <w:style w:type="character" w:customStyle="1" w:styleId="BalloonTextChar">
    <w:name w:val="Balloon Text Char"/>
    <w:link w:val="BalloonText"/>
    <w:uiPriority w:val="99"/>
    <w:semiHidden/>
    <w:rsid w:val="0032670D"/>
    <w:rPr>
      <w:rFonts w:ascii="Tahoma" w:hAnsi="Tahoma" w:cs="Tahoma"/>
      <w:sz w:val="16"/>
      <w:szCs w:val="16"/>
    </w:rPr>
  </w:style>
  <w:style w:type="paragraph" w:customStyle="1" w:styleId="ST-Subtitle-Survey">
    <w:name w:val="ST-Subtitle-Survey"/>
    <w:basedOn w:val="SL-FlLftSgl"/>
    <w:next w:val="SL-FlLftSgl"/>
    <w:pPr>
      <w:keepNext/>
      <w:keepLines/>
      <w:pBdr>
        <w:top w:val="single" w:sz="4" w:space="1" w:color="auto"/>
        <w:bottom w:val="single" w:sz="4" w:space="1" w:color="auto"/>
      </w:pBdr>
      <w:spacing w:after="240"/>
    </w:pPr>
    <w:rPr>
      <w:rFonts w:ascii="Arial" w:hAnsi="Arial"/>
      <w:b/>
      <w:sz w:val="26"/>
      <w:szCs w:val="26"/>
    </w:rPr>
  </w:style>
  <w:style w:type="paragraph" w:customStyle="1" w:styleId="A0-Survey0DigitRespOptBox">
    <w:name w:val="A0-Survey 0 Digit RespOptBox"/>
    <w:basedOn w:val="A1-Survey1DigitRespOptBox"/>
    <w:pPr>
      <w:tabs>
        <w:tab w:val="clear" w:pos="1008"/>
        <w:tab w:val="left" w:pos="936"/>
      </w:tabs>
      <w:ind w:left="936" w:hanging="360"/>
    </w:pPr>
  </w:style>
  <w:style w:type="paragraph" w:customStyle="1" w:styleId="Q1-Survey-Question">
    <w:name w:val="Q1-Survey-Question"/>
    <w:basedOn w:val="Normal"/>
    <w:pPr>
      <w:keepNext/>
      <w:keepLines/>
      <w:tabs>
        <w:tab w:val="left" w:pos="432"/>
      </w:tabs>
      <w:spacing w:after="180"/>
      <w:ind w:left="432" w:hanging="432"/>
    </w:pPr>
  </w:style>
  <w:style w:type="character" w:styleId="CommentReference">
    <w:name w:val="annotation reference"/>
    <w:uiPriority w:val="99"/>
    <w:semiHidden/>
    <w:unhideWhenUsed/>
    <w:rsid w:val="004D4922"/>
    <w:rPr>
      <w:sz w:val="16"/>
      <w:szCs w:val="16"/>
    </w:rPr>
  </w:style>
  <w:style w:type="paragraph" w:styleId="CommentText">
    <w:name w:val="annotation text"/>
    <w:basedOn w:val="Normal"/>
    <w:link w:val="CommentTextChar"/>
    <w:uiPriority w:val="99"/>
    <w:semiHidden/>
    <w:unhideWhenUsed/>
    <w:rsid w:val="004D4922"/>
    <w:rPr>
      <w:sz w:val="20"/>
    </w:rPr>
  </w:style>
  <w:style w:type="character" w:customStyle="1" w:styleId="CommentTextChar">
    <w:name w:val="Comment Text Char"/>
    <w:basedOn w:val="DefaultParagraphFont"/>
    <w:link w:val="CommentText"/>
    <w:uiPriority w:val="99"/>
    <w:semiHidden/>
    <w:rsid w:val="004D4922"/>
  </w:style>
  <w:style w:type="paragraph" w:styleId="CommentSubject">
    <w:name w:val="annotation subject"/>
    <w:basedOn w:val="CommentText"/>
    <w:next w:val="CommentText"/>
    <w:link w:val="CommentSubjectChar"/>
    <w:uiPriority w:val="99"/>
    <w:semiHidden/>
    <w:unhideWhenUsed/>
    <w:rsid w:val="000963CB"/>
    <w:rPr>
      <w:b/>
      <w:bCs/>
    </w:rPr>
  </w:style>
  <w:style w:type="character" w:customStyle="1" w:styleId="CommentSubjectChar">
    <w:name w:val="Comment Subject Char"/>
    <w:basedOn w:val="CommentTextChar"/>
    <w:link w:val="CommentSubject"/>
    <w:uiPriority w:val="99"/>
    <w:semiHidden/>
    <w:rsid w:val="000963CB"/>
    <w:rPr>
      <w:b/>
      <w:bCs/>
    </w:rPr>
  </w:style>
  <w:style w:type="character" w:styleId="FollowedHyperlink">
    <w:name w:val="FollowedHyperlink"/>
    <w:basedOn w:val="DefaultParagraphFont"/>
    <w:uiPriority w:val="99"/>
    <w:semiHidden/>
    <w:unhideWhenUsed/>
    <w:rsid w:val="002E0646"/>
    <w:rPr>
      <w:color w:val="800080" w:themeColor="followedHyperlink"/>
      <w:u w:val="single"/>
    </w:rPr>
  </w:style>
  <w:style w:type="paragraph" w:customStyle="1" w:styleId="P1-StandPara">
    <w:name w:val="P1-Stand Para"/>
    <w:rsid w:val="00950ED5"/>
    <w:pPr>
      <w:spacing w:before="80" w:after="80" w:line="280" w:lineRule="exact"/>
      <w:ind w:left="1080"/>
    </w:pPr>
    <w:rPr>
      <w:spacing w:val="4"/>
      <w:sz w:val="23"/>
    </w:rPr>
  </w:style>
  <w:style w:type="paragraph" w:styleId="TableofFigures">
    <w:name w:val="table of figures"/>
    <w:basedOn w:val="Normal"/>
    <w:next w:val="Normal"/>
    <w:uiPriority w:val="99"/>
    <w:rsid w:val="00950ED5"/>
    <w:pPr>
      <w:spacing w:after="60" w:line="240" w:lineRule="atLeast"/>
      <w:ind w:left="1080"/>
      <w:jc w:val="both"/>
    </w:pPr>
    <w:rPr>
      <w:sz w:val="23"/>
    </w:rPr>
  </w:style>
  <w:style w:type="character" w:customStyle="1" w:styleId="FooterChar">
    <w:name w:val="Footer Char"/>
    <w:link w:val="Footer"/>
    <w:uiPriority w:val="99"/>
    <w:rsid w:val="00950ED5"/>
    <w:rPr>
      <w:rFonts w:ascii="Arial" w:hAnsi="Arial"/>
    </w:rPr>
  </w:style>
  <w:style w:type="paragraph" w:customStyle="1" w:styleId="DocumentsAvailable">
    <w:name w:val="Documents_Available"/>
    <w:basedOn w:val="Heading1"/>
    <w:qFormat/>
    <w:rsid w:val="00D15FB8"/>
    <w:pPr>
      <w:keepLines/>
      <w:tabs>
        <w:tab w:val="clear" w:pos="1195"/>
      </w:tabs>
      <w:spacing w:before="240" w:after="60"/>
      <w:ind w:left="0" w:firstLine="0"/>
    </w:pPr>
    <w:rPr>
      <w:color w:val="333399"/>
      <w:spacing w:val="4"/>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769210">
      <w:bodyDiv w:val="1"/>
      <w:marLeft w:val="0"/>
      <w:marRight w:val="0"/>
      <w:marTop w:val="0"/>
      <w:marBottom w:val="0"/>
      <w:divBdr>
        <w:top w:val="none" w:sz="0" w:space="0" w:color="auto"/>
        <w:left w:val="none" w:sz="0" w:space="0" w:color="auto"/>
        <w:bottom w:val="none" w:sz="0" w:space="0" w:color="auto"/>
        <w:right w:val="none" w:sz="0" w:space="0" w:color="auto"/>
      </w:divBdr>
    </w:div>
    <w:div w:id="1593394514">
      <w:bodyDiv w:val="1"/>
      <w:marLeft w:val="0"/>
      <w:marRight w:val="0"/>
      <w:marTop w:val="0"/>
      <w:marBottom w:val="0"/>
      <w:divBdr>
        <w:top w:val="none" w:sz="0" w:space="0" w:color="auto"/>
        <w:left w:val="none" w:sz="0" w:space="0" w:color="auto"/>
        <w:bottom w:val="none" w:sz="0" w:space="0" w:color="auto"/>
        <w:right w:val="none" w:sz="0" w:space="0" w:color="auto"/>
      </w:divBdr>
    </w:div>
    <w:div w:id="203014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hrq.gov/cahps/surveys-guidance/hp/index.html"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www.ahrq.gov/cahps/surveys-guidance/item-sets/index.htm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ahrq.gov/cahps/surveys-guidance/item-sets/search.html" TargetMode="Externa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Surve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893DF-902D-4E70-ADD2-08B331547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Survey</Template>
  <TotalTime>1</TotalTime>
  <Pages>7</Pages>
  <Words>1698</Words>
  <Characters>9685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CAHPS Health Plan Survey Adult Commercial Survey 5.0</vt:lpstr>
    </vt:vector>
  </TitlesOfParts>
  <Company>Saint Vincent College</Company>
  <LinksUpToDate>false</LinksUpToDate>
  <CharactersWithSpaces>11361</CharactersWithSpaces>
  <SharedDoc>false</SharedDoc>
  <HLinks>
    <vt:vector size="12" baseType="variant">
      <vt:variant>
        <vt:i4>2752575</vt:i4>
      </vt:variant>
      <vt:variant>
        <vt:i4>6</vt:i4>
      </vt:variant>
      <vt:variant>
        <vt:i4>0</vt:i4>
      </vt:variant>
      <vt:variant>
        <vt:i4>5</vt:i4>
      </vt:variant>
      <vt:variant>
        <vt:lpwstr>https://www.cahps.ahrq.gov/cahpskit/files/32_CG_Preparing_a_Questionnaire.pdf</vt:lpwstr>
      </vt:variant>
      <vt:variant>
        <vt:lpwstr/>
      </vt:variant>
      <vt:variant>
        <vt:i4>2097259</vt:i4>
      </vt:variant>
      <vt:variant>
        <vt:i4>0</vt:i4>
      </vt:variant>
      <vt:variant>
        <vt:i4>0</vt:i4>
      </vt:variant>
      <vt:variant>
        <vt:i4>5</vt:i4>
      </vt:variant>
      <vt:variant>
        <vt:lpwstr>https://www.cahps.ahrq.gov/cahpskit/CG/CGChooseQX6p.asp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CAHPS Health Plan Survey Adult Commercial Survey 5.0</dc:title>
  <dc:subject>Survey of health plan enrollees' experiences with care</dc:subject>
  <dc:creator>CAHPS Consortium</dc:creator>
  <cp:keywords>Survey, patient experience, communication, access, doctors, ratings, health plans, customer service, adult, commercial, CAHPS, enrollees</cp:keywords>
  <cp:lastModifiedBy>Ramage, Kathryn (AHRQ/OC) (CTR)</cp:lastModifiedBy>
  <cp:revision>4</cp:revision>
  <cp:lastPrinted>2016-04-25T17:04:00Z</cp:lastPrinted>
  <dcterms:created xsi:type="dcterms:W3CDTF">2020-10-10T01:21:00Z</dcterms:created>
  <dcterms:modified xsi:type="dcterms:W3CDTF">2024-04-18T13:24:00Z</dcterms:modified>
</cp:coreProperties>
</file>